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069E" w14:textId="3400B293" w:rsidR="00FC14CF" w:rsidRPr="00654540" w:rsidRDefault="002C503F" w:rsidP="00375AD1">
      <w:pPr>
        <w:rPr>
          <w:sz w:val="18"/>
          <w:szCs w:val="18"/>
        </w:rPr>
      </w:pPr>
      <w:r w:rsidRPr="00654540">
        <w:rPr>
          <w:sz w:val="18"/>
          <w:szCs w:val="18"/>
        </w:rPr>
        <w:t xml:space="preserve">Our ref: </w:t>
      </w:r>
      <w:r w:rsidR="00D84903" w:rsidRPr="00654540">
        <w:rPr>
          <w:sz w:val="18"/>
          <w:szCs w:val="18"/>
        </w:rPr>
        <w:t>~</w:t>
      </w:r>
      <w:proofErr w:type="spellStart"/>
      <w:r w:rsidR="006276F6">
        <w:rPr>
          <w:sz w:val="18"/>
          <w:szCs w:val="18"/>
        </w:rPr>
        <w:t>jobnumber</w:t>
      </w:r>
      <w:proofErr w:type="spellEnd"/>
      <w:r w:rsidR="00D84903" w:rsidRPr="00654540">
        <w:rPr>
          <w:sz w:val="18"/>
          <w:szCs w:val="18"/>
        </w:rPr>
        <w:t>~</w:t>
      </w:r>
    </w:p>
    <w:p w14:paraId="6846B127" w14:textId="19CF93A3" w:rsidR="004D3CE7" w:rsidRPr="00654540" w:rsidRDefault="004D3CE7" w:rsidP="00375AD1">
      <w:pPr>
        <w:rPr>
          <w:sz w:val="18"/>
          <w:szCs w:val="18"/>
        </w:rPr>
      </w:pPr>
      <w:r w:rsidRPr="00654540">
        <w:rPr>
          <w:sz w:val="18"/>
          <w:szCs w:val="18"/>
        </w:rPr>
        <w:t xml:space="preserve">Your ref: </w:t>
      </w:r>
    </w:p>
    <w:p w14:paraId="7B070DEA" w14:textId="77777777" w:rsidR="00BB1A5E" w:rsidRDefault="00BB1A5E" w:rsidP="00375AD1"/>
    <w:p w14:paraId="58ADC7A9" w14:textId="77777777" w:rsidR="00BB1A5E" w:rsidRDefault="00BB1A5E" w:rsidP="00375AD1"/>
    <w:p w14:paraId="1DD18FC3" w14:textId="78E7F945" w:rsidR="00BB1A5E" w:rsidRDefault="00F3261B" w:rsidP="00375AD1">
      <w:r>
        <w:t>~date~</w:t>
      </w:r>
    </w:p>
    <w:p w14:paraId="0B84FEDD" w14:textId="77777777" w:rsidR="00BB1A5E" w:rsidRDefault="00BB1A5E" w:rsidP="00375AD1"/>
    <w:p w14:paraId="083221A8" w14:textId="77777777" w:rsidR="00BB1A5E" w:rsidRDefault="00BB1A5E" w:rsidP="00375AD1"/>
    <w:p w14:paraId="0598369C" w14:textId="1700FE05" w:rsidR="002E7D8E" w:rsidRDefault="00CF3BFB" w:rsidP="00375AD1">
      <w:r>
        <w:t>~attention~~company~</w:t>
      </w:r>
    </w:p>
    <w:p w14:paraId="1C1DC01D" w14:textId="6F41058F" w:rsidR="00CF3BFB" w:rsidRDefault="00CF3BFB" w:rsidP="00375AD1">
      <w:r>
        <w:t>~address~</w:t>
      </w:r>
    </w:p>
    <w:p w14:paraId="3B73A82F" w14:textId="77777777" w:rsidR="00551402" w:rsidRDefault="00551402" w:rsidP="00375AD1"/>
    <w:p w14:paraId="2CA625A5" w14:textId="01BFC656" w:rsidR="00F3216D" w:rsidRDefault="00F3216D" w:rsidP="00375AD1">
      <w:r>
        <w:t>Dear ~</w:t>
      </w:r>
      <w:r w:rsidR="008E7C74">
        <w:t>salutation</w:t>
      </w:r>
      <w:r>
        <w:t>~</w:t>
      </w:r>
    </w:p>
    <w:p w14:paraId="7CFF07A0" w14:textId="77777777" w:rsidR="00F8307E" w:rsidRDefault="00F8307E" w:rsidP="00375AD1"/>
    <w:p w14:paraId="5ED4796A" w14:textId="6A3BF271" w:rsidR="00F8307E" w:rsidRDefault="00E42035" w:rsidP="00375AD1">
      <w:pPr>
        <w:ind w:left="567" w:hanging="567"/>
        <w:rPr>
          <w:b/>
        </w:rPr>
      </w:pPr>
      <w:r>
        <w:rPr>
          <w:b/>
        </w:rPr>
        <w:t>RE:</w:t>
      </w:r>
      <w:r w:rsidR="00F8307E">
        <w:rPr>
          <w:b/>
        </w:rPr>
        <w:tab/>
      </w:r>
    </w:p>
    <w:p w14:paraId="1842ADC1" w14:textId="77777777" w:rsidR="003A4C6E" w:rsidRDefault="003A4C6E" w:rsidP="001A6A72">
      <w:pPr>
        <w:rPr>
          <w:b/>
        </w:rPr>
      </w:pPr>
    </w:p>
    <w:sdt>
      <w:sdtPr>
        <w:alias w:val="Body of letter"/>
        <w:tag w:val="Body of letter"/>
        <w:id w:val="-1118842215"/>
        <w:placeholder>
          <w:docPart w:val="EBA902B546054E2A836893A5EAE64D37"/>
        </w:placeholder>
        <w:temporary/>
        <w:showingPlcHdr/>
        <w:text/>
      </w:sdtPr>
      <w:sdtEndPr/>
      <w:sdtContent>
        <w:p w14:paraId="51107B36" w14:textId="77777777" w:rsidR="0073012E" w:rsidRPr="00F7153F" w:rsidRDefault="0073012E" w:rsidP="001A6A72">
          <w:pPr>
            <w:spacing w:before="120" w:after="120"/>
            <w:contextualSpacing/>
          </w:pPr>
          <w:r w:rsidRPr="00F7153F">
            <w:rPr>
              <w:color w:val="808080"/>
              <w:highlight w:val="yellow"/>
            </w:rPr>
            <w:t>Click or tap here to enter text.</w:t>
          </w:r>
        </w:p>
      </w:sdtContent>
    </w:sdt>
    <w:p w14:paraId="0053A601" w14:textId="77777777" w:rsidR="0073012E" w:rsidRDefault="0073012E" w:rsidP="001A6A72">
      <w:pPr>
        <w:rPr>
          <w:highlight w:val="yellow"/>
        </w:rPr>
      </w:pPr>
    </w:p>
    <w:p w14:paraId="359985A6" w14:textId="728819C0" w:rsidR="00CF7BEE" w:rsidRPr="00493DFB" w:rsidRDefault="00CF7BEE" w:rsidP="001A6A72">
      <w:r>
        <w:t>Yours sincerely</w:t>
      </w:r>
    </w:p>
    <w:p w14:paraId="5DA90346" w14:textId="77777777" w:rsidR="00CF7BEE" w:rsidRDefault="00CF7BEE" w:rsidP="001A6A72">
      <w:pPr>
        <w:rPr>
          <w:b/>
        </w:rPr>
      </w:pPr>
    </w:p>
    <w:p w14:paraId="37EF89B1" w14:textId="77777777" w:rsidR="00CF7BEE" w:rsidRDefault="00CF7BEE" w:rsidP="001A6A72">
      <w:pPr>
        <w:rPr>
          <w:b/>
        </w:rPr>
      </w:pPr>
    </w:p>
    <w:p w14:paraId="7B822F67" w14:textId="77777777" w:rsidR="00CF7BEE" w:rsidRDefault="00CF7BEE" w:rsidP="001A6A72">
      <w:pPr>
        <w:rPr>
          <w:b/>
        </w:rPr>
      </w:pPr>
    </w:p>
    <w:p w14:paraId="4C617608" w14:textId="6C72A797" w:rsidR="00CF7BEE" w:rsidRDefault="00FE5CAA" w:rsidP="001A6A72">
      <w:r>
        <w:t>~</w:t>
      </w:r>
      <w:proofErr w:type="spellStart"/>
      <w:r w:rsidR="00147D60">
        <w:t>sender</w:t>
      </w:r>
      <w:r w:rsidR="00B92DE8">
        <w:t>_name</w:t>
      </w:r>
      <w:proofErr w:type="spellEnd"/>
      <w:r>
        <w:t>~</w:t>
      </w:r>
    </w:p>
    <w:p w14:paraId="7A1E8CE6" w14:textId="6720DEB8" w:rsidR="00A63E82" w:rsidRPr="00421989" w:rsidRDefault="00BF46AA" w:rsidP="00A63E82">
      <w:pPr>
        <w:rPr>
          <w:b/>
        </w:rPr>
      </w:pPr>
      <w:r>
        <w:rPr>
          <w:b/>
        </w:rPr>
        <w:t>~</w:t>
      </w:r>
      <w:proofErr w:type="spellStart"/>
      <w:r w:rsidR="00B92DE8">
        <w:rPr>
          <w:b/>
        </w:rPr>
        <w:t>sender_</w:t>
      </w:r>
      <w:r>
        <w:rPr>
          <w:b/>
        </w:rPr>
        <w:t>title</w:t>
      </w:r>
      <w:proofErr w:type="spellEnd"/>
      <w:r>
        <w:rPr>
          <w:b/>
        </w:rPr>
        <w:t>~</w:t>
      </w:r>
    </w:p>
    <w:sectPr w:rsidR="00A63E82" w:rsidRPr="00421989" w:rsidSect="005F14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992" w:bottom="1701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16F9A" w14:textId="77777777" w:rsidR="00B77A6D" w:rsidRDefault="00B77A6D">
      <w:r>
        <w:separator/>
      </w:r>
    </w:p>
    <w:p w14:paraId="172311F5" w14:textId="77777777" w:rsidR="00B77A6D" w:rsidRDefault="00B77A6D"/>
    <w:p w14:paraId="3774A185" w14:textId="77777777" w:rsidR="00B77A6D" w:rsidRDefault="00B77A6D"/>
  </w:endnote>
  <w:endnote w:type="continuationSeparator" w:id="0">
    <w:p w14:paraId="18D5B8CD" w14:textId="77777777" w:rsidR="00B77A6D" w:rsidRDefault="00B77A6D">
      <w:r>
        <w:continuationSeparator/>
      </w:r>
    </w:p>
    <w:p w14:paraId="5A1F442C" w14:textId="77777777" w:rsidR="00B77A6D" w:rsidRDefault="00B77A6D"/>
    <w:p w14:paraId="7C87328F" w14:textId="77777777" w:rsidR="00B77A6D" w:rsidRDefault="00B77A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">
    <w:panose1 w:val="02000503000000000000"/>
    <w:charset w:val="00"/>
    <w:family w:val="modern"/>
    <w:notTrueType/>
    <w:pitch w:val="variable"/>
    <w:sig w:usb0="800000AF" w:usb1="4000204A" w:usb2="00000000" w:usb3="00000000" w:csb0="00000011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E8C0" w14:textId="77777777" w:rsidR="00FE3959" w:rsidRDefault="00FE39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E73319" w:rsidRPr="00076B9A" w14:paraId="36B061C6" w14:textId="77777777" w:rsidTr="000A4CD4">
      <w:tc>
        <w:tcPr>
          <w:tcW w:w="3307" w:type="dxa"/>
        </w:tcPr>
        <w:p w14:paraId="2911E5A8" w14:textId="77777777" w:rsidR="00E73319" w:rsidRPr="00076B9A" w:rsidRDefault="00E73319" w:rsidP="00076B9A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rPr>
              <w:rFonts w:ascii="Myriad Pro Light" w:hAnsi="Myriad Pro Light"/>
              <w:sz w:val="2"/>
              <w:szCs w:val="2"/>
            </w:rPr>
          </w:pPr>
        </w:p>
      </w:tc>
      <w:tc>
        <w:tcPr>
          <w:tcW w:w="3308" w:type="dxa"/>
          <w:vAlign w:val="center"/>
        </w:tcPr>
        <w:p w14:paraId="2EA42FC8" w14:textId="77777777" w:rsidR="00E73319" w:rsidRPr="00076B9A" w:rsidRDefault="0013763E" w:rsidP="000A4CD4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jc w:val="center"/>
            <w:rPr>
              <w:rFonts w:ascii="Myriad Pro Light" w:hAnsi="Myriad Pro Light"/>
              <w:sz w:val="20"/>
              <w:szCs w:val="20"/>
            </w:rPr>
          </w:pPr>
          <w:r w:rsidRPr="00076B9A">
            <w:rPr>
              <w:rFonts w:ascii="Myriad Pro Light" w:hAnsi="Myriad Pro Light"/>
              <w:sz w:val="20"/>
              <w:szCs w:val="20"/>
            </w:rPr>
            <w:fldChar w:fldCharType="begin"/>
          </w:r>
          <w:r w:rsidRPr="00076B9A">
            <w:rPr>
              <w:rFonts w:ascii="Myriad Pro Light" w:hAnsi="Myriad Pro Light"/>
              <w:sz w:val="20"/>
              <w:szCs w:val="20"/>
            </w:rPr>
            <w:instrText xml:space="preserve"> PAGE   \* MERGEFORMAT </w:instrText>
          </w:r>
          <w:r w:rsidRPr="00076B9A">
            <w:rPr>
              <w:rFonts w:ascii="Myriad Pro Light" w:hAnsi="Myriad Pro Light"/>
              <w:sz w:val="20"/>
              <w:szCs w:val="20"/>
            </w:rPr>
            <w:fldChar w:fldCharType="separate"/>
          </w:r>
          <w:r w:rsidR="005D5A62">
            <w:rPr>
              <w:rFonts w:ascii="Myriad Pro Light" w:hAnsi="Myriad Pro Light"/>
              <w:noProof/>
              <w:sz w:val="20"/>
              <w:szCs w:val="20"/>
            </w:rPr>
            <w:t>1</w:t>
          </w:r>
          <w:r w:rsidRPr="00076B9A">
            <w:rPr>
              <w:rFonts w:ascii="Myriad Pro Light" w:hAnsi="Myriad Pro Light"/>
              <w:sz w:val="20"/>
              <w:szCs w:val="20"/>
            </w:rPr>
            <w:fldChar w:fldCharType="end"/>
          </w:r>
        </w:p>
      </w:tc>
      <w:tc>
        <w:tcPr>
          <w:tcW w:w="3308" w:type="dxa"/>
        </w:tcPr>
        <w:p w14:paraId="6BC9C5A6" w14:textId="77777777" w:rsidR="00E73319" w:rsidRPr="00076B9A" w:rsidRDefault="00E73319" w:rsidP="00076B9A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jc w:val="right"/>
            <w:rPr>
              <w:rFonts w:ascii="Myriad Pro Light" w:hAnsi="Myriad Pro Light"/>
              <w:sz w:val="2"/>
              <w:szCs w:val="2"/>
            </w:rPr>
          </w:pPr>
        </w:p>
      </w:tc>
    </w:tr>
  </w:tbl>
  <w:p w14:paraId="27A3B522" w14:textId="77777777" w:rsidR="00E73319" w:rsidRPr="00076B9A" w:rsidRDefault="00E73319" w:rsidP="00B26029">
    <w:pPr>
      <w:pStyle w:val="Header"/>
      <w:tabs>
        <w:tab w:val="clear" w:pos="4320"/>
        <w:tab w:val="clear" w:pos="8640"/>
        <w:tab w:val="center" w:pos="5103"/>
        <w:tab w:val="right" w:pos="9923"/>
      </w:tabs>
      <w:spacing w:line="240" w:lineRule="auto"/>
      <w:rPr>
        <w:rFonts w:ascii="Myriad Pro Light" w:hAnsi="Myriad Pro Light"/>
        <w:sz w:val="2"/>
        <w:szCs w:val="2"/>
        <w:shd w:val="clear" w:color="auto" w:fill="EE32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5F14BE" w:rsidRPr="00FE3959" w14:paraId="1C4DDFB7" w14:textId="77777777" w:rsidTr="001F3976">
      <w:tc>
        <w:tcPr>
          <w:tcW w:w="3307" w:type="dxa"/>
        </w:tcPr>
        <w:p w14:paraId="44AC613E" w14:textId="77777777" w:rsidR="005F14BE" w:rsidRPr="00FE3959" w:rsidRDefault="005F14BE" w:rsidP="005F14BE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rPr>
              <w:rFonts w:cs="Calibri Light"/>
              <w:sz w:val="2"/>
              <w:szCs w:val="2"/>
            </w:rPr>
          </w:pPr>
        </w:p>
      </w:tc>
      <w:tc>
        <w:tcPr>
          <w:tcW w:w="3308" w:type="dxa"/>
          <w:vAlign w:val="center"/>
        </w:tcPr>
        <w:p w14:paraId="241B6C74" w14:textId="77777777" w:rsidR="005F14BE" w:rsidRPr="00FE3959" w:rsidRDefault="005F14BE" w:rsidP="005F14BE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jc w:val="center"/>
            <w:rPr>
              <w:rFonts w:cs="Calibri Light"/>
              <w:sz w:val="20"/>
              <w:szCs w:val="20"/>
            </w:rPr>
          </w:pPr>
          <w:r w:rsidRPr="00FE3959">
            <w:rPr>
              <w:rFonts w:cs="Calibri Light"/>
              <w:sz w:val="20"/>
              <w:szCs w:val="20"/>
            </w:rPr>
            <w:fldChar w:fldCharType="begin"/>
          </w:r>
          <w:r w:rsidRPr="00FE3959">
            <w:rPr>
              <w:rFonts w:cs="Calibri Light"/>
              <w:sz w:val="20"/>
              <w:szCs w:val="20"/>
            </w:rPr>
            <w:instrText xml:space="preserve"> PAGE   \* MERGEFORMAT </w:instrText>
          </w:r>
          <w:r w:rsidRPr="00FE3959">
            <w:rPr>
              <w:rFonts w:cs="Calibri Light"/>
              <w:sz w:val="20"/>
              <w:szCs w:val="20"/>
            </w:rPr>
            <w:fldChar w:fldCharType="separate"/>
          </w:r>
          <w:r w:rsidRPr="00FE3959">
            <w:rPr>
              <w:rFonts w:cs="Calibri Light"/>
              <w:sz w:val="20"/>
            </w:rPr>
            <w:t>2</w:t>
          </w:r>
          <w:r w:rsidRPr="00FE3959">
            <w:rPr>
              <w:rFonts w:cs="Calibri Light"/>
              <w:sz w:val="20"/>
              <w:szCs w:val="20"/>
            </w:rPr>
            <w:fldChar w:fldCharType="end"/>
          </w:r>
        </w:p>
      </w:tc>
      <w:tc>
        <w:tcPr>
          <w:tcW w:w="3308" w:type="dxa"/>
        </w:tcPr>
        <w:p w14:paraId="4B1C6B51" w14:textId="77777777" w:rsidR="005F14BE" w:rsidRPr="00FE3959" w:rsidRDefault="005F14BE" w:rsidP="005F14BE">
          <w:pPr>
            <w:pStyle w:val="Header"/>
            <w:tabs>
              <w:tab w:val="clear" w:pos="4320"/>
              <w:tab w:val="clear" w:pos="8640"/>
              <w:tab w:val="center" w:pos="5103"/>
              <w:tab w:val="right" w:pos="9923"/>
            </w:tabs>
            <w:spacing w:line="240" w:lineRule="auto"/>
            <w:jc w:val="right"/>
            <w:rPr>
              <w:rFonts w:cs="Calibri Light"/>
              <w:sz w:val="2"/>
              <w:szCs w:val="2"/>
            </w:rPr>
          </w:pPr>
        </w:p>
      </w:tc>
    </w:tr>
  </w:tbl>
  <w:p w14:paraId="728C286C" w14:textId="7C67BDEE" w:rsidR="005F14BE" w:rsidRPr="00FE3959" w:rsidRDefault="005F14BE" w:rsidP="005F14BE">
    <w:pPr>
      <w:pStyle w:val="Footer"/>
      <w:rPr>
        <w:rFonts w:ascii="Calibri Light" w:hAnsi="Calibri Light" w:cs="Calibri Light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C468" w14:textId="77777777" w:rsidR="00B77A6D" w:rsidRDefault="00B77A6D">
      <w:r>
        <w:separator/>
      </w:r>
    </w:p>
    <w:p w14:paraId="0160CC63" w14:textId="77777777" w:rsidR="00B77A6D" w:rsidRDefault="00B77A6D"/>
    <w:p w14:paraId="798D9627" w14:textId="77777777" w:rsidR="00B77A6D" w:rsidRDefault="00B77A6D"/>
  </w:footnote>
  <w:footnote w:type="continuationSeparator" w:id="0">
    <w:p w14:paraId="1D628971" w14:textId="77777777" w:rsidR="00B77A6D" w:rsidRDefault="00B77A6D">
      <w:r>
        <w:continuationSeparator/>
      </w:r>
    </w:p>
    <w:p w14:paraId="683F8186" w14:textId="77777777" w:rsidR="00B77A6D" w:rsidRDefault="00B77A6D"/>
    <w:p w14:paraId="6758EAD6" w14:textId="77777777" w:rsidR="00B77A6D" w:rsidRDefault="00B77A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2CE9" w14:textId="77777777" w:rsidR="00FE3959" w:rsidRDefault="00FE39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F2D2" w14:textId="77777777" w:rsidR="00FE3959" w:rsidRDefault="00FE39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A274" w14:textId="77777777" w:rsidR="00837D2D" w:rsidRDefault="00357C43" w:rsidP="005F14BE">
    <w:pPr>
      <w:pStyle w:val="Header"/>
    </w:pPr>
    <w:r w:rsidRPr="00101DFA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EE110F" wp14:editId="318CEBE0">
              <wp:simplePos x="0" y="0"/>
              <wp:positionH relativeFrom="page">
                <wp:posOffset>5796950</wp:posOffset>
              </wp:positionH>
              <wp:positionV relativeFrom="page">
                <wp:posOffset>534838</wp:posOffset>
              </wp:positionV>
              <wp:extent cx="1518249" cy="1812943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8249" cy="181294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szCs w:val="20"/>
                              <w:lang w:val="en-US"/>
                            </w:rPr>
                            <w:id w:val="-1604946868"/>
                            <w:showingPlcHdr/>
                            <w:picture/>
                          </w:sdtPr>
                          <w:sdtContent>
                            <w:p w14:paraId="659738DF" w14:textId="69A72895" w:rsidR="005F14BE" w:rsidRPr="005F14BE" w:rsidRDefault="00A66F39" w:rsidP="005F14BE">
                              <w:pPr>
                                <w:spacing w:line="240" w:lineRule="auto"/>
                                <w:rPr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noProof/>
                                  <w:szCs w:val="20"/>
                                  <w:lang w:val="en-US"/>
                                </w:rPr>
                                <w:drawing>
                                  <wp:inline distT="0" distB="0" distL="0" distR="0" wp14:anchorId="023657E8" wp14:editId="472887FC">
                                    <wp:extent cx="1233488" cy="394970"/>
                                    <wp:effectExtent l="0" t="0" r="5080" b="508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40735" cy="397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  <w:p w14:paraId="756D9FC5" w14:textId="27E0D0B9" w:rsidR="005F14BE" w:rsidRPr="00633F0A" w:rsidRDefault="00A66F39" w:rsidP="00A62A5C">
                          <w:pPr>
                            <w:spacing w:before="200" w:line="240" w:lineRule="auto"/>
                            <w:ind w:right="113"/>
                            <w:rPr>
                              <w:rFonts w:ascii="Calibri Light" w:eastAsia="Myriad Pro Light" w:hAnsi="Calibri Light" w:cs="Calibri Light"/>
                              <w:sz w:val="16"/>
                              <w:szCs w:val="16"/>
                              <w:lang w:val="en-US"/>
                            </w:rPr>
                          </w:pP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2"/>
                              <w:sz w:val="16"/>
                              <w:szCs w:val="16"/>
                              <w:highlight w:val="yellow"/>
                              <w:lang w:val="en-US"/>
                            </w:rPr>
                            <w:t>Your Company Name Pty Ltd</w:t>
                          </w:r>
                        </w:p>
                        <w:p w14:paraId="099743D4" w14:textId="0551907B" w:rsidR="005F14BE" w:rsidRPr="00633F0A" w:rsidRDefault="005F14BE" w:rsidP="005F14BE">
                          <w:pPr>
                            <w:spacing w:before="10" w:line="240" w:lineRule="auto"/>
                            <w:ind w:right="113"/>
                            <w:rPr>
                              <w:rFonts w:ascii="Calibri Light" w:eastAsia="Myriad Pro Light" w:hAnsi="Calibri Light" w:cs="Calibri Light"/>
                              <w:sz w:val="12"/>
                              <w:szCs w:val="12"/>
                              <w:lang w:val="en-US"/>
                            </w:rPr>
                          </w:pP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1"/>
                              <w:sz w:val="12"/>
                              <w:szCs w:val="12"/>
                              <w:lang w:val="en-US"/>
                            </w:rPr>
                            <w:t>AB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2"/>
                              <w:szCs w:val="12"/>
                              <w:lang w:val="en-US"/>
                            </w:rPr>
                            <w:t>N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2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1"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2"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="00B44483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1"/>
                              <w:sz w:val="12"/>
                              <w:szCs w:val="12"/>
                              <w:lang w:val="en-US"/>
                            </w:rPr>
                            <w:t>123 321 546</w:t>
                          </w:r>
                        </w:p>
                        <w:p w14:paraId="0B11C7DA" w14:textId="0FD9D89C" w:rsidR="005F14BE" w:rsidRPr="00633F0A" w:rsidRDefault="00B2604B" w:rsidP="005F14BE">
                          <w:pPr>
                            <w:spacing w:before="96" w:line="240" w:lineRule="auto"/>
                            <w:ind w:right="113"/>
                            <w:rPr>
                              <w:rFonts w:ascii="Calibri Light" w:eastAsia="Myriad Pro Light" w:hAnsi="Calibri Light" w:cs="Calibri Light"/>
                              <w:sz w:val="16"/>
                              <w:szCs w:val="16"/>
                              <w:lang w:val="en-US"/>
                            </w:rPr>
                          </w:pP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proofErr w:type="spellStart"/>
                          <w:r w:rsidR="00445C96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sender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_branch_address</w:t>
                          </w:r>
                          <w:proofErr w:type="spellEnd"/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</w:p>
                        <w:p w14:paraId="442CB3A3" w14:textId="4355A8C0" w:rsidR="005F14BE" w:rsidRPr="00633F0A" w:rsidRDefault="00B2604B" w:rsidP="005F14BE">
                          <w:pPr>
                            <w:spacing w:line="180" w:lineRule="exact"/>
                            <w:ind w:right="113"/>
                            <w:rPr>
                              <w:rFonts w:ascii="Calibri Light" w:eastAsia="Myriad Pro Light" w:hAnsi="Calibri Light" w:cs="Calibri Light"/>
                              <w:sz w:val="16"/>
                              <w:szCs w:val="16"/>
                              <w:lang w:val="en-US"/>
                            </w:rPr>
                          </w:pP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proofErr w:type="spellStart"/>
                          <w:r w:rsidR="00445C96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sender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_branch_suburb</w:t>
                          </w:r>
                          <w:proofErr w:type="spellEnd"/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r w:rsidR="005F14BE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pacing w:val="35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proofErr w:type="spellStart"/>
                          <w:r w:rsidR="00445C96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sender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_branch_state_abbreviation</w:t>
                          </w:r>
                          <w:proofErr w:type="spellEnd"/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r w:rsidR="005F14BE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  <w:proofErr w:type="spellStart"/>
                          <w:r w:rsidR="00445C96"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sender</w:t>
                          </w:r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_branch_postcode</w:t>
                          </w:r>
                          <w:proofErr w:type="spellEnd"/>
                          <w:r w:rsidRPr="00633F0A">
                            <w:rPr>
                              <w:rFonts w:ascii="Calibri Light" w:eastAsia="Myriad Pro Light" w:hAnsi="Calibri Light" w:cs="Calibri Light"/>
                              <w:color w:val="363435"/>
                              <w:sz w:val="16"/>
                              <w:szCs w:val="16"/>
                              <w:lang w:val="en-US"/>
                            </w:rPr>
                            <w:t>~</w:t>
                          </w:r>
                        </w:p>
                        <w:p w14:paraId="01F44BF6" w14:textId="0EDD155C" w:rsidR="005F14BE" w:rsidRPr="00633F0A" w:rsidRDefault="005F14BE" w:rsidP="005F14BE">
                          <w:pPr>
                            <w:spacing w:before="84" w:line="240" w:lineRule="auto"/>
                            <w:ind w:right="113"/>
                            <w:rPr>
                              <w:rFonts w:ascii="Calibri Light" w:eastAsia="Myriad Pro" w:hAnsi="Calibri Light" w:cs="Calibri Light"/>
                              <w:sz w:val="17"/>
                              <w:szCs w:val="17"/>
                              <w:lang w:val="en-US"/>
                            </w:rPr>
                          </w:pPr>
                          <w:r w:rsidRPr="00633F0A">
                            <w:rPr>
                              <w:rFonts w:ascii="Calibri Light" w:eastAsia="Myriad Pro" w:hAnsi="Calibri Light" w:cs="Calibri Light"/>
                              <w:color w:val="363435"/>
                              <w:sz w:val="17"/>
                              <w:szCs w:val="17"/>
                              <w:lang w:val="en-US"/>
                            </w:rPr>
                            <w:t xml:space="preserve">1300 </w:t>
                          </w:r>
                          <w:r w:rsidR="00A66F39" w:rsidRPr="00633F0A">
                            <w:rPr>
                              <w:rFonts w:ascii="Calibri Light" w:eastAsia="Myriad Pro" w:hAnsi="Calibri Light" w:cs="Calibri Light"/>
                              <w:color w:val="363435"/>
                              <w:sz w:val="17"/>
                              <w:szCs w:val="17"/>
                              <w:lang w:val="en-US"/>
                            </w:rPr>
                            <w:t>123 456</w:t>
                          </w:r>
                        </w:p>
                        <w:p w14:paraId="1412C462" w14:textId="3E83065F" w:rsidR="005F14BE" w:rsidRPr="00A66F39" w:rsidRDefault="00FE3959" w:rsidP="005F14BE">
                          <w:pPr>
                            <w:spacing w:before="91" w:line="180" w:lineRule="exact"/>
                            <w:ind w:right="113"/>
                            <w:rPr>
                              <w:rFonts w:eastAsia="Myriad Pro" w:cs="Myriad Pro"/>
                              <w:color w:val="FF333B"/>
                              <w:sz w:val="16"/>
                              <w:szCs w:val="16"/>
                              <w:lang w:val="en-US"/>
                            </w:rPr>
                          </w:pPr>
                          <w:hyperlink r:id="rId2"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6"/>
                                <w:sz w:val="16"/>
                                <w:szCs w:val="16"/>
                                <w:lang w:val="en-US"/>
                              </w:rPr>
                              <w:t>ww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-2"/>
                                <w:sz w:val="16"/>
                                <w:szCs w:val="16"/>
                                <w:lang w:val="en-US"/>
                              </w:rPr>
                              <w:t>w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="00A66F39" w:rsidRPr="00A66F39">
                              <w:rPr>
                                <w:rFonts w:eastAsia="Myriad Pro" w:cs="Myriad Pro"/>
                                <w:color w:val="FF333B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yourcompany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3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o</w:t>
                            </w:r>
                            <w:r w:rsidR="005F14BE" w:rsidRPr="00A66F39">
                              <w:rPr>
                                <w:rFonts w:eastAsia="Myriad Pro" w:cs="Myriad Pro"/>
                                <w:color w:val="FF333B"/>
                                <w:sz w:val="16"/>
                                <w:szCs w:val="16"/>
                                <w:lang w:val="en-US"/>
                              </w:rPr>
                              <w:t>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E110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56.45pt;margin-top:42.1pt;width:119.55pt;height:1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" filled="f" stroked="f" strokeweight=".5pt">
              <v:textbox inset="0,0,0,0">
                <w:txbxContent>
                  <w:sdt>
                    <w:sdtPr>
                      <w:rPr>
                        <w:szCs w:val="20"/>
                        <w:lang w:val="en-US"/>
                      </w:rPr>
                      <w:id w:val="-1604946868"/>
                      <w:showingPlcHdr/>
                      <w:picture/>
                    </w:sdtPr>
                    <w:sdtContent>
                      <w:p w14:paraId="659738DF" w14:textId="69A72895" w:rsidR="005F14BE" w:rsidRPr="005F14BE" w:rsidRDefault="00A66F39" w:rsidP="005F14BE">
                        <w:pPr>
                          <w:spacing w:line="240" w:lineRule="auto"/>
                          <w:rPr>
                            <w:szCs w:val="20"/>
                            <w:lang w:val="en-US"/>
                          </w:rPr>
                        </w:pPr>
                        <w:r>
                          <w:rPr>
                            <w:noProof/>
                            <w:szCs w:val="20"/>
                            <w:lang w:val="en-US"/>
                          </w:rPr>
                          <w:drawing>
                            <wp:inline distT="0" distB="0" distL="0" distR="0" wp14:anchorId="023657E8" wp14:editId="472887FC">
                              <wp:extent cx="1233488" cy="394970"/>
                              <wp:effectExtent l="0" t="0" r="5080" b="508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40735" cy="397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  <w:p w14:paraId="756D9FC5" w14:textId="27E0D0B9" w:rsidR="005F14BE" w:rsidRPr="00633F0A" w:rsidRDefault="00A66F39" w:rsidP="00A62A5C">
                    <w:pPr>
                      <w:spacing w:before="200" w:line="240" w:lineRule="auto"/>
                      <w:ind w:right="113"/>
                      <w:rPr>
                        <w:rFonts w:ascii="Calibri Light" w:eastAsia="Myriad Pro Light" w:hAnsi="Calibri Light" w:cs="Calibri Light"/>
                        <w:sz w:val="16"/>
                        <w:szCs w:val="16"/>
                        <w:lang w:val="en-US"/>
                      </w:rPr>
                    </w:pP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2"/>
                        <w:sz w:val="16"/>
                        <w:szCs w:val="16"/>
                        <w:highlight w:val="yellow"/>
                        <w:lang w:val="en-US"/>
                      </w:rPr>
                      <w:t>Your Company Name Pty Ltd</w:t>
                    </w:r>
                  </w:p>
                  <w:p w14:paraId="099743D4" w14:textId="0551907B" w:rsidR="005F14BE" w:rsidRPr="00633F0A" w:rsidRDefault="005F14BE" w:rsidP="005F14BE">
                    <w:pPr>
                      <w:spacing w:before="10" w:line="240" w:lineRule="auto"/>
                      <w:ind w:right="113"/>
                      <w:rPr>
                        <w:rFonts w:ascii="Calibri Light" w:eastAsia="Myriad Pro Light" w:hAnsi="Calibri Light" w:cs="Calibri Light"/>
                        <w:sz w:val="12"/>
                        <w:szCs w:val="12"/>
                        <w:lang w:val="en-US"/>
                      </w:rPr>
                    </w:pP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1"/>
                        <w:sz w:val="12"/>
                        <w:szCs w:val="12"/>
                        <w:lang w:val="en-US"/>
                      </w:rPr>
                      <w:t>AB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2"/>
                        <w:szCs w:val="12"/>
                        <w:lang w:val="en-US"/>
                      </w:rPr>
                      <w:t>N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2"/>
                        <w:sz w:val="12"/>
                        <w:szCs w:val="12"/>
                        <w:lang w:val="en-US"/>
                      </w:rPr>
                      <w:t xml:space="preserve"> 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1"/>
                        <w:sz w:val="12"/>
                        <w:szCs w:val="12"/>
                        <w:lang w:val="en-US"/>
                      </w:rPr>
                      <w:t>2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2"/>
                        <w:szCs w:val="12"/>
                        <w:lang w:val="en-US"/>
                      </w:rPr>
                      <w:t>4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2"/>
                        <w:sz w:val="12"/>
                        <w:szCs w:val="12"/>
                        <w:lang w:val="en-US"/>
                      </w:rPr>
                      <w:t xml:space="preserve"> </w:t>
                    </w:r>
                    <w:r w:rsidR="00B44483"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1"/>
                        <w:sz w:val="12"/>
                        <w:szCs w:val="12"/>
                        <w:lang w:val="en-US"/>
                      </w:rPr>
                      <w:t>123 321 546</w:t>
                    </w:r>
                  </w:p>
                  <w:p w14:paraId="0B11C7DA" w14:textId="0FD9D89C" w:rsidR="005F14BE" w:rsidRPr="00633F0A" w:rsidRDefault="00B2604B" w:rsidP="005F14BE">
                    <w:pPr>
                      <w:spacing w:before="96" w:line="240" w:lineRule="auto"/>
                      <w:ind w:right="113"/>
                      <w:rPr>
                        <w:rFonts w:ascii="Calibri Light" w:eastAsia="Myriad Pro Light" w:hAnsi="Calibri Light" w:cs="Calibri Light"/>
                        <w:sz w:val="16"/>
                        <w:szCs w:val="16"/>
                        <w:lang w:val="en-US"/>
                      </w:rPr>
                    </w:pP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proofErr w:type="spellStart"/>
                    <w:r w:rsidR="00445C96"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sender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_branch_address</w:t>
                    </w:r>
                    <w:proofErr w:type="spellEnd"/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</w:p>
                  <w:p w14:paraId="442CB3A3" w14:textId="4355A8C0" w:rsidR="005F14BE" w:rsidRPr="00633F0A" w:rsidRDefault="00B2604B" w:rsidP="005F14BE">
                    <w:pPr>
                      <w:spacing w:line="180" w:lineRule="exact"/>
                      <w:ind w:right="113"/>
                      <w:rPr>
                        <w:rFonts w:ascii="Calibri Light" w:eastAsia="Myriad Pro Light" w:hAnsi="Calibri Light" w:cs="Calibri Light"/>
                        <w:sz w:val="16"/>
                        <w:szCs w:val="16"/>
                        <w:lang w:val="en-US"/>
                      </w:rPr>
                    </w:pP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proofErr w:type="spellStart"/>
                    <w:r w:rsidR="00445C96"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sender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_branch_suburb</w:t>
                    </w:r>
                    <w:proofErr w:type="spellEnd"/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r w:rsidR="005F14BE" w:rsidRPr="00633F0A">
                      <w:rPr>
                        <w:rFonts w:ascii="Calibri Light" w:eastAsia="Myriad Pro Light" w:hAnsi="Calibri Light" w:cs="Calibri Light"/>
                        <w:color w:val="363435"/>
                        <w:spacing w:val="35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proofErr w:type="spellStart"/>
                    <w:r w:rsidR="00445C96"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sender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_branch_state_abbreviation</w:t>
                    </w:r>
                    <w:proofErr w:type="spellEnd"/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r w:rsidR="005F14BE"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  <w:proofErr w:type="spellStart"/>
                    <w:r w:rsidR="00445C96"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sender</w:t>
                    </w:r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_branch_postcode</w:t>
                    </w:r>
                    <w:proofErr w:type="spellEnd"/>
                    <w:r w:rsidRPr="00633F0A">
                      <w:rPr>
                        <w:rFonts w:ascii="Calibri Light" w:eastAsia="Myriad Pro Light" w:hAnsi="Calibri Light" w:cs="Calibri Light"/>
                        <w:color w:val="363435"/>
                        <w:sz w:val="16"/>
                        <w:szCs w:val="16"/>
                        <w:lang w:val="en-US"/>
                      </w:rPr>
                      <w:t>~</w:t>
                    </w:r>
                  </w:p>
                  <w:p w14:paraId="01F44BF6" w14:textId="0EDD155C" w:rsidR="005F14BE" w:rsidRPr="00633F0A" w:rsidRDefault="005F14BE" w:rsidP="005F14BE">
                    <w:pPr>
                      <w:spacing w:before="84" w:line="240" w:lineRule="auto"/>
                      <w:ind w:right="113"/>
                      <w:rPr>
                        <w:rFonts w:ascii="Calibri Light" w:eastAsia="Myriad Pro" w:hAnsi="Calibri Light" w:cs="Calibri Light"/>
                        <w:sz w:val="17"/>
                        <w:szCs w:val="17"/>
                        <w:lang w:val="en-US"/>
                      </w:rPr>
                    </w:pPr>
                    <w:r w:rsidRPr="00633F0A">
                      <w:rPr>
                        <w:rFonts w:ascii="Calibri Light" w:eastAsia="Myriad Pro" w:hAnsi="Calibri Light" w:cs="Calibri Light"/>
                        <w:color w:val="363435"/>
                        <w:sz w:val="17"/>
                        <w:szCs w:val="17"/>
                        <w:lang w:val="en-US"/>
                      </w:rPr>
                      <w:t xml:space="preserve">1300 </w:t>
                    </w:r>
                    <w:r w:rsidR="00A66F39" w:rsidRPr="00633F0A">
                      <w:rPr>
                        <w:rFonts w:ascii="Calibri Light" w:eastAsia="Myriad Pro" w:hAnsi="Calibri Light" w:cs="Calibri Light"/>
                        <w:color w:val="363435"/>
                        <w:sz w:val="17"/>
                        <w:szCs w:val="17"/>
                        <w:lang w:val="en-US"/>
                      </w:rPr>
                      <w:t>123 456</w:t>
                    </w:r>
                  </w:p>
                  <w:p w14:paraId="1412C462" w14:textId="3E83065F" w:rsidR="005F14BE" w:rsidRPr="00A66F39" w:rsidRDefault="00FE3959" w:rsidP="005F14BE">
                    <w:pPr>
                      <w:spacing w:before="91" w:line="180" w:lineRule="exact"/>
                      <w:ind w:right="113"/>
                      <w:rPr>
                        <w:rFonts w:eastAsia="Myriad Pro" w:cs="Myriad Pro"/>
                        <w:color w:val="FF333B"/>
                        <w:sz w:val="16"/>
                        <w:szCs w:val="16"/>
                        <w:lang w:val="en-US"/>
                      </w:rPr>
                    </w:pPr>
                    <w:hyperlink r:id="rId3">
                      <w:r w:rsidR="005F14BE" w:rsidRPr="00A66F39">
                        <w:rPr>
                          <w:rFonts w:eastAsia="Myriad Pro" w:cs="Myriad Pro"/>
                          <w:color w:val="FF333B"/>
                          <w:spacing w:val="6"/>
                          <w:sz w:val="16"/>
                          <w:szCs w:val="16"/>
                          <w:lang w:val="en-US"/>
                        </w:rPr>
                        <w:t>ww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pacing w:val="-2"/>
                          <w:sz w:val="16"/>
                          <w:szCs w:val="16"/>
                          <w:lang w:val="en-US"/>
                        </w:rPr>
                        <w:t>w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pacing w:val="4"/>
                          <w:sz w:val="16"/>
                          <w:szCs w:val="16"/>
                          <w:lang w:val="en-US"/>
                        </w:rPr>
                        <w:t>.</w:t>
                      </w:r>
                      <w:r w:rsidR="00A66F39" w:rsidRPr="00A66F39">
                        <w:rPr>
                          <w:rFonts w:eastAsia="Myriad Pro" w:cs="Myriad Pro"/>
                          <w:color w:val="FF333B"/>
                          <w:spacing w:val="4"/>
                          <w:sz w:val="16"/>
                          <w:szCs w:val="16"/>
                          <w:lang w:val="en-US"/>
                        </w:rPr>
                        <w:t>yourcompany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pacing w:val="4"/>
                          <w:sz w:val="16"/>
                          <w:szCs w:val="16"/>
                          <w:lang w:val="en-US"/>
                        </w:rPr>
                        <w:t>.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pacing w:val="3"/>
                          <w:sz w:val="16"/>
                          <w:szCs w:val="16"/>
                          <w:lang w:val="en-US"/>
                        </w:rPr>
                        <w:t>c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pacing w:val="4"/>
                          <w:sz w:val="16"/>
                          <w:szCs w:val="16"/>
                          <w:lang w:val="en-US"/>
                        </w:rPr>
                        <w:t>o</w:t>
                      </w:r>
                      <w:r w:rsidR="005F14BE" w:rsidRPr="00A66F39">
                        <w:rPr>
                          <w:rFonts w:eastAsia="Myriad Pro" w:cs="Myriad Pro"/>
                          <w:color w:val="FF333B"/>
                          <w:sz w:val="16"/>
                          <w:szCs w:val="16"/>
                          <w:lang w:val="en-US"/>
                        </w:rPr>
                        <w:t>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  <w:p w14:paraId="78A7EC8B" w14:textId="77777777" w:rsidR="005F14BE" w:rsidRDefault="005F14BE" w:rsidP="005F14BE">
    <w:pPr>
      <w:pStyle w:val="Header"/>
    </w:pPr>
  </w:p>
  <w:p w14:paraId="5D2A775F" w14:textId="77777777" w:rsidR="005F14BE" w:rsidRPr="005F14BE" w:rsidRDefault="005F14BE" w:rsidP="005F14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23A6"/>
    <w:multiLevelType w:val="hybridMultilevel"/>
    <w:tmpl w:val="1D524A72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AF4EA3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2983F46"/>
    <w:multiLevelType w:val="hybridMultilevel"/>
    <w:tmpl w:val="62469A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6F9D"/>
    <w:multiLevelType w:val="hybridMultilevel"/>
    <w:tmpl w:val="71F65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2F0B53"/>
    <w:multiLevelType w:val="multilevel"/>
    <w:tmpl w:val="0398268A"/>
    <w:styleLink w:val="ReportMulti-LevelList"/>
    <w:lvl w:ilvl="0">
      <w:start w:val="1"/>
      <w:numFmt w:val="decimal"/>
      <w:lvlText w:val="%1."/>
      <w:lvlJc w:val="left"/>
      <w:pPr>
        <w:ind w:left="8145" w:hanging="357"/>
      </w:pPr>
      <w:rPr>
        <w:color w:val="FF333B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color w:val="EE3224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color w:val="EE32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378F1972"/>
    <w:multiLevelType w:val="hybridMultilevel"/>
    <w:tmpl w:val="F0EA098C"/>
    <w:lvl w:ilvl="0" w:tplc="8B2EF1D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E5E80"/>
    <w:multiLevelType w:val="hybridMultilevel"/>
    <w:tmpl w:val="EB70ED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827D8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1100E4F"/>
    <w:multiLevelType w:val="hybridMultilevel"/>
    <w:tmpl w:val="19CE6E2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F4C6A"/>
    <w:multiLevelType w:val="multilevel"/>
    <w:tmpl w:val="0398268A"/>
    <w:numStyleLink w:val="ReportMulti-LevelList"/>
  </w:abstractNum>
  <w:abstractNum w:abstractNumId="10" w15:restartNumberingAfterBreak="0">
    <w:nsid w:val="571630BB"/>
    <w:multiLevelType w:val="hybridMultilevel"/>
    <w:tmpl w:val="E570A50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04774"/>
    <w:multiLevelType w:val="singleLevel"/>
    <w:tmpl w:val="E9DC2A6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color w:val="FF333B"/>
      </w:rPr>
    </w:lvl>
  </w:abstractNum>
  <w:abstractNum w:abstractNumId="12" w15:restartNumberingAfterBreak="0">
    <w:nsid w:val="61623C7A"/>
    <w:multiLevelType w:val="hybridMultilevel"/>
    <w:tmpl w:val="BACE05DE"/>
    <w:lvl w:ilvl="0" w:tplc="FA6496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6685E84"/>
    <w:multiLevelType w:val="hybridMultilevel"/>
    <w:tmpl w:val="173A7846"/>
    <w:lvl w:ilvl="0" w:tplc="9FDA13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E3E9F"/>
    <w:multiLevelType w:val="hybridMultilevel"/>
    <w:tmpl w:val="E210361E"/>
    <w:lvl w:ilvl="0" w:tplc="7326098C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7391E"/>
    <w:multiLevelType w:val="hybridMultilevel"/>
    <w:tmpl w:val="CCCEB3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31F29"/>
    <w:multiLevelType w:val="hybridMultilevel"/>
    <w:tmpl w:val="E5440154"/>
    <w:lvl w:ilvl="0" w:tplc="C26ADA14">
      <w:start w:val="1"/>
      <w:numFmt w:val="bullet"/>
      <w:pStyle w:val="ListParagraph"/>
      <w:lvlText w:val="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6C2497"/>
    <w:multiLevelType w:val="hybridMultilevel"/>
    <w:tmpl w:val="F31C15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70D26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1B252F"/>
    <w:multiLevelType w:val="hybridMultilevel"/>
    <w:tmpl w:val="D286ED9A"/>
    <w:lvl w:ilvl="0" w:tplc="308A74B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45503"/>
    <w:multiLevelType w:val="hybridMultilevel"/>
    <w:tmpl w:val="33EADF9E"/>
    <w:lvl w:ilvl="0" w:tplc="B3566B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CA54EA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28085145">
    <w:abstractNumId w:val="18"/>
  </w:num>
  <w:num w:numId="2" w16cid:durableId="1738016778">
    <w:abstractNumId w:val="12"/>
  </w:num>
  <w:num w:numId="3" w16cid:durableId="284502296">
    <w:abstractNumId w:val="14"/>
  </w:num>
  <w:num w:numId="4" w16cid:durableId="277418286">
    <w:abstractNumId w:val="18"/>
  </w:num>
  <w:num w:numId="5" w16cid:durableId="160002704">
    <w:abstractNumId w:val="18"/>
  </w:num>
  <w:num w:numId="6" w16cid:durableId="139272100">
    <w:abstractNumId w:val="18"/>
  </w:num>
  <w:num w:numId="7" w16cid:durableId="747657051">
    <w:abstractNumId w:val="18"/>
  </w:num>
  <w:num w:numId="8" w16cid:durableId="1453748238">
    <w:abstractNumId w:val="21"/>
  </w:num>
  <w:num w:numId="9" w16cid:durableId="1592816017">
    <w:abstractNumId w:val="7"/>
  </w:num>
  <w:num w:numId="10" w16cid:durableId="9180583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2363934">
    <w:abstractNumId w:val="4"/>
  </w:num>
  <w:num w:numId="12" w16cid:durableId="17590557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8763999">
    <w:abstractNumId w:val="13"/>
  </w:num>
  <w:num w:numId="14" w16cid:durableId="334579853">
    <w:abstractNumId w:val="3"/>
  </w:num>
  <w:num w:numId="15" w16cid:durableId="1275164719">
    <w:abstractNumId w:val="0"/>
  </w:num>
  <w:num w:numId="16" w16cid:durableId="473832972">
    <w:abstractNumId w:val="17"/>
  </w:num>
  <w:num w:numId="17" w16cid:durableId="745686395">
    <w:abstractNumId w:val="15"/>
  </w:num>
  <w:num w:numId="18" w16cid:durableId="1860312208">
    <w:abstractNumId w:val="8"/>
  </w:num>
  <w:num w:numId="19" w16cid:durableId="1008019719">
    <w:abstractNumId w:val="1"/>
  </w:num>
  <w:num w:numId="20" w16cid:durableId="403995576">
    <w:abstractNumId w:val="4"/>
  </w:num>
  <w:num w:numId="21" w16cid:durableId="1529291936">
    <w:abstractNumId w:val="4"/>
  </w:num>
  <w:num w:numId="22" w16cid:durableId="961500384">
    <w:abstractNumId w:val="4"/>
  </w:num>
  <w:num w:numId="23" w16cid:durableId="488327545">
    <w:abstractNumId w:val="12"/>
  </w:num>
  <w:num w:numId="24" w16cid:durableId="1316110379">
    <w:abstractNumId w:val="4"/>
  </w:num>
  <w:num w:numId="25" w16cid:durableId="456487230">
    <w:abstractNumId w:val="4"/>
  </w:num>
  <w:num w:numId="26" w16cid:durableId="1360856372">
    <w:abstractNumId w:val="4"/>
  </w:num>
  <w:num w:numId="27" w16cid:durableId="25176580">
    <w:abstractNumId w:val="4"/>
  </w:num>
  <w:num w:numId="28" w16cid:durableId="1898590311">
    <w:abstractNumId w:val="12"/>
  </w:num>
  <w:num w:numId="29" w16cid:durableId="997684308">
    <w:abstractNumId w:val="4"/>
  </w:num>
  <w:num w:numId="30" w16cid:durableId="1157917741">
    <w:abstractNumId w:val="4"/>
  </w:num>
  <w:num w:numId="31" w16cid:durableId="1802990833">
    <w:abstractNumId w:val="20"/>
  </w:num>
  <w:num w:numId="32" w16cid:durableId="1391270970">
    <w:abstractNumId w:val="10"/>
  </w:num>
  <w:num w:numId="33" w16cid:durableId="1793817784">
    <w:abstractNumId w:val="16"/>
  </w:num>
  <w:num w:numId="34" w16cid:durableId="308631959">
    <w:abstractNumId w:val="16"/>
    <w:lvlOverride w:ilvl="0">
      <w:startOverride w:val="1"/>
    </w:lvlOverride>
  </w:num>
  <w:num w:numId="35" w16cid:durableId="1275481861">
    <w:abstractNumId w:val="2"/>
  </w:num>
  <w:num w:numId="36" w16cid:durableId="443114557">
    <w:abstractNumId w:val="9"/>
  </w:num>
  <w:num w:numId="37" w16cid:durableId="388038761">
    <w:abstractNumId w:val="6"/>
  </w:num>
  <w:num w:numId="38" w16cid:durableId="1422146565">
    <w:abstractNumId w:val="11"/>
  </w:num>
  <w:num w:numId="39" w16cid:durableId="1492255952">
    <w:abstractNumId w:val="19"/>
  </w:num>
  <w:num w:numId="40" w16cid:durableId="102324047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04B"/>
    <w:rsid w:val="000039BA"/>
    <w:rsid w:val="00006EEF"/>
    <w:rsid w:val="000127DF"/>
    <w:rsid w:val="000147A9"/>
    <w:rsid w:val="00016494"/>
    <w:rsid w:val="00023A04"/>
    <w:rsid w:val="000244F5"/>
    <w:rsid w:val="00024D5D"/>
    <w:rsid w:val="000254F6"/>
    <w:rsid w:val="00026289"/>
    <w:rsid w:val="0002679F"/>
    <w:rsid w:val="00027F28"/>
    <w:rsid w:val="00033FE3"/>
    <w:rsid w:val="00035B3C"/>
    <w:rsid w:val="00037E54"/>
    <w:rsid w:val="00044815"/>
    <w:rsid w:val="0005023C"/>
    <w:rsid w:val="00050B3B"/>
    <w:rsid w:val="0005534D"/>
    <w:rsid w:val="000636F1"/>
    <w:rsid w:val="00065057"/>
    <w:rsid w:val="00073243"/>
    <w:rsid w:val="00076186"/>
    <w:rsid w:val="00076B9A"/>
    <w:rsid w:val="000846F0"/>
    <w:rsid w:val="00084B27"/>
    <w:rsid w:val="0009306C"/>
    <w:rsid w:val="000944FB"/>
    <w:rsid w:val="0009506B"/>
    <w:rsid w:val="0009522E"/>
    <w:rsid w:val="000970DA"/>
    <w:rsid w:val="000A08A4"/>
    <w:rsid w:val="000A0FB7"/>
    <w:rsid w:val="000A2FC1"/>
    <w:rsid w:val="000A4CD4"/>
    <w:rsid w:val="000A71BE"/>
    <w:rsid w:val="000B35BC"/>
    <w:rsid w:val="000B3917"/>
    <w:rsid w:val="000B53E1"/>
    <w:rsid w:val="000C040A"/>
    <w:rsid w:val="000C193D"/>
    <w:rsid w:val="000C417D"/>
    <w:rsid w:val="000D129C"/>
    <w:rsid w:val="000D2A3E"/>
    <w:rsid w:val="000D66EA"/>
    <w:rsid w:val="000E140E"/>
    <w:rsid w:val="000E1657"/>
    <w:rsid w:val="000E2220"/>
    <w:rsid w:val="000E248C"/>
    <w:rsid w:val="000F35E2"/>
    <w:rsid w:val="000F680F"/>
    <w:rsid w:val="00105816"/>
    <w:rsid w:val="0010750F"/>
    <w:rsid w:val="0011707E"/>
    <w:rsid w:val="00117616"/>
    <w:rsid w:val="0012364D"/>
    <w:rsid w:val="00125106"/>
    <w:rsid w:val="0013075D"/>
    <w:rsid w:val="0013243C"/>
    <w:rsid w:val="00137583"/>
    <w:rsid w:val="0013763E"/>
    <w:rsid w:val="001413BF"/>
    <w:rsid w:val="001428B1"/>
    <w:rsid w:val="00143497"/>
    <w:rsid w:val="00147CF5"/>
    <w:rsid w:val="00147D60"/>
    <w:rsid w:val="00150583"/>
    <w:rsid w:val="00151D8A"/>
    <w:rsid w:val="001522FC"/>
    <w:rsid w:val="00152A6D"/>
    <w:rsid w:val="0015654D"/>
    <w:rsid w:val="00161C56"/>
    <w:rsid w:val="00165D3D"/>
    <w:rsid w:val="00166F41"/>
    <w:rsid w:val="00175B0A"/>
    <w:rsid w:val="001804D6"/>
    <w:rsid w:val="00181443"/>
    <w:rsid w:val="00181E39"/>
    <w:rsid w:val="001908EF"/>
    <w:rsid w:val="001920C8"/>
    <w:rsid w:val="001A0DF2"/>
    <w:rsid w:val="001A2864"/>
    <w:rsid w:val="001A2BC9"/>
    <w:rsid w:val="001A389E"/>
    <w:rsid w:val="001A5438"/>
    <w:rsid w:val="001A5699"/>
    <w:rsid w:val="001A6A72"/>
    <w:rsid w:val="001B30E3"/>
    <w:rsid w:val="001B6C45"/>
    <w:rsid w:val="001B72B2"/>
    <w:rsid w:val="001C06E2"/>
    <w:rsid w:val="001C5A10"/>
    <w:rsid w:val="001D318C"/>
    <w:rsid w:val="001D5372"/>
    <w:rsid w:val="00203FE2"/>
    <w:rsid w:val="00206915"/>
    <w:rsid w:val="00210D83"/>
    <w:rsid w:val="002142CC"/>
    <w:rsid w:val="00215A12"/>
    <w:rsid w:val="00216BE2"/>
    <w:rsid w:val="002203E1"/>
    <w:rsid w:val="002204AA"/>
    <w:rsid w:val="00221EC9"/>
    <w:rsid w:val="0022218B"/>
    <w:rsid w:val="002239C5"/>
    <w:rsid w:val="00225630"/>
    <w:rsid w:val="00227963"/>
    <w:rsid w:val="00230140"/>
    <w:rsid w:val="002341FA"/>
    <w:rsid w:val="00234EDF"/>
    <w:rsid w:val="0023743E"/>
    <w:rsid w:val="00242595"/>
    <w:rsid w:val="00243D86"/>
    <w:rsid w:val="00251F92"/>
    <w:rsid w:val="0025428F"/>
    <w:rsid w:val="002622F1"/>
    <w:rsid w:val="00264684"/>
    <w:rsid w:val="00264D72"/>
    <w:rsid w:val="00270BCF"/>
    <w:rsid w:val="00274BAF"/>
    <w:rsid w:val="0028108F"/>
    <w:rsid w:val="00283FAF"/>
    <w:rsid w:val="00284E01"/>
    <w:rsid w:val="002854D4"/>
    <w:rsid w:val="00290C9F"/>
    <w:rsid w:val="00296A59"/>
    <w:rsid w:val="002970D4"/>
    <w:rsid w:val="002A7159"/>
    <w:rsid w:val="002B375C"/>
    <w:rsid w:val="002B46A2"/>
    <w:rsid w:val="002B60C1"/>
    <w:rsid w:val="002B6DAB"/>
    <w:rsid w:val="002B7C96"/>
    <w:rsid w:val="002B7CAF"/>
    <w:rsid w:val="002C4A58"/>
    <w:rsid w:val="002C503F"/>
    <w:rsid w:val="002C698B"/>
    <w:rsid w:val="002D6722"/>
    <w:rsid w:val="002D7E72"/>
    <w:rsid w:val="002E09AC"/>
    <w:rsid w:val="002E5185"/>
    <w:rsid w:val="002E7D8E"/>
    <w:rsid w:val="002F028C"/>
    <w:rsid w:val="002F04CC"/>
    <w:rsid w:val="002F1528"/>
    <w:rsid w:val="002F62F5"/>
    <w:rsid w:val="00301052"/>
    <w:rsid w:val="00301622"/>
    <w:rsid w:val="003022A9"/>
    <w:rsid w:val="00302BF4"/>
    <w:rsid w:val="00304045"/>
    <w:rsid w:val="003046E7"/>
    <w:rsid w:val="003069FC"/>
    <w:rsid w:val="00307FF8"/>
    <w:rsid w:val="003117CF"/>
    <w:rsid w:val="0031552A"/>
    <w:rsid w:val="00315BCE"/>
    <w:rsid w:val="00315FDD"/>
    <w:rsid w:val="0031622D"/>
    <w:rsid w:val="00321386"/>
    <w:rsid w:val="00322C17"/>
    <w:rsid w:val="00322CAB"/>
    <w:rsid w:val="00323C5C"/>
    <w:rsid w:val="00326807"/>
    <w:rsid w:val="003302DA"/>
    <w:rsid w:val="003309F5"/>
    <w:rsid w:val="00334D5A"/>
    <w:rsid w:val="003364E3"/>
    <w:rsid w:val="003472D3"/>
    <w:rsid w:val="0035382A"/>
    <w:rsid w:val="00356C0A"/>
    <w:rsid w:val="00357C43"/>
    <w:rsid w:val="003603BC"/>
    <w:rsid w:val="00360405"/>
    <w:rsid w:val="00361B78"/>
    <w:rsid w:val="00372EA2"/>
    <w:rsid w:val="003741BE"/>
    <w:rsid w:val="00375AD1"/>
    <w:rsid w:val="00382211"/>
    <w:rsid w:val="00383300"/>
    <w:rsid w:val="00384703"/>
    <w:rsid w:val="0038787D"/>
    <w:rsid w:val="00392BE7"/>
    <w:rsid w:val="00395094"/>
    <w:rsid w:val="00395E8F"/>
    <w:rsid w:val="00396569"/>
    <w:rsid w:val="003A1C0C"/>
    <w:rsid w:val="003A4C6E"/>
    <w:rsid w:val="003A61A8"/>
    <w:rsid w:val="003A61C6"/>
    <w:rsid w:val="003A6B2C"/>
    <w:rsid w:val="003A6EC4"/>
    <w:rsid w:val="003B0137"/>
    <w:rsid w:val="003B0A96"/>
    <w:rsid w:val="003B18A2"/>
    <w:rsid w:val="003B1D73"/>
    <w:rsid w:val="003B44B2"/>
    <w:rsid w:val="003B4BA4"/>
    <w:rsid w:val="003C3AB6"/>
    <w:rsid w:val="003C48C7"/>
    <w:rsid w:val="003C5C67"/>
    <w:rsid w:val="003D32F3"/>
    <w:rsid w:val="003D34B0"/>
    <w:rsid w:val="003D4928"/>
    <w:rsid w:val="003D661B"/>
    <w:rsid w:val="003E1507"/>
    <w:rsid w:val="003E2254"/>
    <w:rsid w:val="003E33CA"/>
    <w:rsid w:val="003E4D81"/>
    <w:rsid w:val="003E6C54"/>
    <w:rsid w:val="003F0537"/>
    <w:rsid w:val="003F76F4"/>
    <w:rsid w:val="0040044F"/>
    <w:rsid w:val="00413337"/>
    <w:rsid w:val="0041754A"/>
    <w:rsid w:val="00421989"/>
    <w:rsid w:val="0042320D"/>
    <w:rsid w:val="00423E20"/>
    <w:rsid w:val="0042653B"/>
    <w:rsid w:val="00443B44"/>
    <w:rsid w:val="004450C2"/>
    <w:rsid w:val="00445C96"/>
    <w:rsid w:val="00450724"/>
    <w:rsid w:val="00452A42"/>
    <w:rsid w:val="004531FC"/>
    <w:rsid w:val="00461A4A"/>
    <w:rsid w:val="00466232"/>
    <w:rsid w:val="00473B29"/>
    <w:rsid w:val="00474472"/>
    <w:rsid w:val="0047463B"/>
    <w:rsid w:val="00486475"/>
    <w:rsid w:val="00491116"/>
    <w:rsid w:val="004921A3"/>
    <w:rsid w:val="00492568"/>
    <w:rsid w:val="00493DFB"/>
    <w:rsid w:val="00496D6D"/>
    <w:rsid w:val="004A0091"/>
    <w:rsid w:val="004A23C2"/>
    <w:rsid w:val="004A7D0C"/>
    <w:rsid w:val="004B7F0F"/>
    <w:rsid w:val="004C0A8C"/>
    <w:rsid w:val="004C2A01"/>
    <w:rsid w:val="004C4DFF"/>
    <w:rsid w:val="004D3CA7"/>
    <w:rsid w:val="004D3CE7"/>
    <w:rsid w:val="004D3FDB"/>
    <w:rsid w:val="004D5605"/>
    <w:rsid w:val="004D68E7"/>
    <w:rsid w:val="004D6BCD"/>
    <w:rsid w:val="004E02F5"/>
    <w:rsid w:val="004E0E47"/>
    <w:rsid w:val="004E2F6C"/>
    <w:rsid w:val="004F0121"/>
    <w:rsid w:val="004F0C1B"/>
    <w:rsid w:val="004F1230"/>
    <w:rsid w:val="004F1F38"/>
    <w:rsid w:val="004F272C"/>
    <w:rsid w:val="004F289A"/>
    <w:rsid w:val="004F329B"/>
    <w:rsid w:val="004F6E28"/>
    <w:rsid w:val="004F7B7A"/>
    <w:rsid w:val="00500AFA"/>
    <w:rsid w:val="00501B24"/>
    <w:rsid w:val="005061D5"/>
    <w:rsid w:val="00513DC3"/>
    <w:rsid w:val="0052351F"/>
    <w:rsid w:val="00525286"/>
    <w:rsid w:val="00527D97"/>
    <w:rsid w:val="00532EDE"/>
    <w:rsid w:val="005351EC"/>
    <w:rsid w:val="0053748A"/>
    <w:rsid w:val="00540AEF"/>
    <w:rsid w:val="005415A4"/>
    <w:rsid w:val="00543450"/>
    <w:rsid w:val="00545295"/>
    <w:rsid w:val="00551065"/>
    <w:rsid w:val="00551402"/>
    <w:rsid w:val="00552A26"/>
    <w:rsid w:val="00560F0F"/>
    <w:rsid w:val="00564521"/>
    <w:rsid w:val="0056455E"/>
    <w:rsid w:val="0057220A"/>
    <w:rsid w:val="00572275"/>
    <w:rsid w:val="0057482E"/>
    <w:rsid w:val="00574DDC"/>
    <w:rsid w:val="0057520D"/>
    <w:rsid w:val="00580A24"/>
    <w:rsid w:val="005833E7"/>
    <w:rsid w:val="00584244"/>
    <w:rsid w:val="00585D8E"/>
    <w:rsid w:val="005867A5"/>
    <w:rsid w:val="00587BBF"/>
    <w:rsid w:val="00591FFE"/>
    <w:rsid w:val="0059462E"/>
    <w:rsid w:val="00597BAB"/>
    <w:rsid w:val="005A21F6"/>
    <w:rsid w:val="005A2BCA"/>
    <w:rsid w:val="005A3573"/>
    <w:rsid w:val="005A5D28"/>
    <w:rsid w:val="005B11DB"/>
    <w:rsid w:val="005B254A"/>
    <w:rsid w:val="005C107F"/>
    <w:rsid w:val="005C3DB7"/>
    <w:rsid w:val="005C49E9"/>
    <w:rsid w:val="005C4F6A"/>
    <w:rsid w:val="005C5765"/>
    <w:rsid w:val="005C5966"/>
    <w:rsid w:val="005C76A8"/>
    <w:rsid w:val="005D4F24"/>
    <w:rsid w:val="005D5A62"/>
    <w:rsid w:val="005D6987"/>
    <w:rsid w:val="005E01D3"/>
    <w:rsid w:val="005E3198"/>
    <w:rsid w:val="005E5B9F"/>
    <w:rsid w:val="005F0CF4"/>
    <w:rsid w:val="005F14BE"/>
    <w:rsid w:val="005F43B3"/>
    <w:rsid w:val="005F481B"/>
    <w:rsid w:val="00602A01"/>
    <w:rsid w:val="006033E8"/>
    <w:rsid w:val="0060524D"/>
    <w:rsid w:val="00613AD4"/>
    <w:rsid w:val="0061715C"/>
    <w:rsid w:val="00622244"/>
    <w:rsid w:val="00625D20"/>
    <w:rsid w:val="006276F6"/>
    <w:rsid w:val="00632D88"/>
    <w:rsid w:val="00633F0A"/>
    <w:rsid w:val="00634461"/>
    <w:rsid w:val="006359BC"/>
    <w:rsid w:val="006440CF"/>
    <w:rsid w:val="0064537F"/>
    <w:rsid w:val="00650DE4"/>
    <w:rsid w:val="00654432"/>
    <w:rsid w:val="00654540"/>
    <w:rsid w:val="00660ACD"/>
    <w:rsid w:val="00661831"/>
    <w:rsid w:val="00670B18"/>
    <w:rsid w:val="00671301"/>
    <w:rsid w:val="0067438F"/>
    <w:rsid w:val="0067472B"/>
    <w:rsid w:val="0067646E"/>
    <w:rsid w:val="00676E6B"/>
    <w:rsid w:val="00681870"/>
    <w:rsid w:val="00685FC8"/>
    <w:rsid w:val="00687A2E"/>
    <w:rsid w:val="00691093"/>
    <w:rsid w:val="00693EB4"/>
    <w:rsid w:val="006A159C"/>
    <w:rsid w:val="006A198F"/>
    <w:rsid w:val="006A2402"/>
    <w:rsid w:val="006A4441"/>
    <w:rsid w:val="006B0C6E"/>
    <w:rsid w:val="006B6D91"/>
    <w:rsid w:val="006C2DF4"/>
    <w:rsid w:val="006C6BF6"/>
    <w:rsid w:val="006D15F8"/>
    <w:rsid w:val="006D2C4C"/>
    <w:rsid w:val="006E3326"/>
    <w:rsid w:val="006E3ADE"/>
    <w:rsid w:val="006F0912"/>
    <w:rsid w:val="006F2988"/>
    <w:rsid w:val="006F3E51"/>
    <w:rsid w:val="006F7AF4"/>
    <w:rsid w:val="006F7EB2"/>
    <w:rsid w:val="00705E36"/>
    <w:rsid w:val="00706F7C"/>
    <w:rsid w:val="007079B5"/>
    <w:rsid w:val="007216EC"/>
    <w:rsid w:val="0073012E"/>
    <w:rsid w:val="00730199"/>
    <w:rsid w:val="00731936"/>
    <w:rsid w:val="00735120"/>
    <w:rsid w:val="00735BE2"/>
    <w:rsid w:val="0074101F"/>
    <w:rsid w:val="00741DDD"/>
    <w:rsid w:val="007422AC"/>
    <w:rsid w:val="00743B0B"/>
    <w:rsid w:val="0074729F"/>
    <w:rsid w:val="007514C5"/>
    <w:rsid w:val="0075164A"/>
    <w:rsid w:val="007535AF"/>
    <w:rsid w:val="00753922"/>
    <w:rsid w:val="00753A09"/>
    <w:rsid w:val="007556F9"/>
    <w:rsid w:val="00760FAB"/>
    <w:rsid w:val="00764BD6"/>
    <w:rsid w:val="00764FF7"/>
    <w:rsid w:val="00770B77"/>
    <w:rsid w:val="0077205E"/>
    <w:rsid w:val="00776348"/>
    <w:rsid w:val="007813C3"/>
    <w:rsid w:val="007844F8"/>
    <w:rsid w:val="00791CD5"/>
    <w:rsid w:val="007922FD"/>
    <w:rsid w:val="00792554"/>
    <w:rsid w:val="00792B58"/>
    <w:rsid w:val="007938D5"/>
    <w:rsid w:val="00793BFF"/>
    <w:rsid w:val="00793D0E"/>
    <w:rsid w:val="00793D1D"/>
    <w:rsid w:val="007A134F"/>
    <w:rsid w:val="007A252F"/>
    <w:rsid w:val="007A323E"/>
    <w:rsid w:val="007A5DE9"/>
    <w:rsid w:val="007B636D"/>
    <w:rsid w:val="007C0A8D"/>
    <w:rsid w:val="007C63C7"/>
    <w:rsid w:val="007E6A7F"/>
    <w:rsid w:val="007F02F5"/>
    <w:rsid w:val="007F2CD9"/>
    <w:rsid w:val="007F3140"/>
    <w:rsid w:val="007F3794"/>
    <w:rsid w:val="007F4A76"/>
    <w:rsid w:val="007F630F"/>
    <w:rsid w:val="007F64C4"/>
    <w:rsid w:val="0080007B"/>
    <w:rsid w:val="0080080B"/>
    <w:rsid w:val="00801353"/>
    <w:rsid w:val="00803560"/>
    <w:rsid w:val="00804B2D"/>
    <w:rsid w:val="008128AA"/>
    <w:rsid w:val="0081567A"/>
    <w:rsid w:val="00816ED4"/>
    <w:rsid w:val="00817225"/>
    <w:rsid w:val="00817DE5"/>
    <w:rsid w:val="00817FE1"/>
    <w:rsid w:val="00823844"/>
    <w:rsid w:val="00823EAE"/>
    <w:rsid w:val="0082478D"/>
    <w:rsid w:val="00830FEB"/>
    <w:rsid w:val="00831C2B"/>
    <w:rsid w:val="008341CD"/>
    <w:rsid w:val="00834CDC"/>
    <w:rsid w:val="008374C4"/>
    <w:rsid w:val="00837D2D"/>
    <w:rsid w:val="0084193C"/>
    <w:rsid w:val="00841D9B"/>
    <w:rsid w:val="00841EBF"/>
    <w:rsid w:val="008421A9"/>
    <w:rsid w:val="00842235"/>
    <w:rsid w:val="008425B1"/>
    <w:rsid w:val="00845CB9"/>
    <w:rsid w:val="008537BC"/>
    <w:rsid w:val="00857EAB"/>
    <w:rsid w:val="00862F36"/>
    <w:rsid w:val="008648AD"/>
    <w:rsid w:val="00864BAC"/>
    <w:rsid w:val="00864D37"/>
    <w:rsid w:val="008666EF"/>
    <w:rsid w:val="008675CC"/>
    <w:rsid w:val="00873C16"/>
    <w:rsid w:val="00881A05"/>
    <w:rsid w:val="0088442B"/>
    <w:rsid w:val="00885C44"/>
    <w:rsid w:val="00891E0B"/>
    <w:rsid w:val="008A05DE"/>
    <w:rsid w:val="008A2EC2"/>
    <w:rsid w:val="008A7A7A"/>
    <w:rsid w:val="008B590B"/>
    <w:rsid w:val="008C16B4"/>
    <w:rsid w:val="008D0D5C"/>
    <w:rsid w:val="008E2405"/>
    <w:rsid w:val="008E3645"/>
    <w:rsid w:val="008E4D12"/>
    <w:rsid w:val="008E51E8"/>
    <w:rsid w:val="008E7C74"/>
    <w:rsid w:val="008F1004"/>
    <w:rsid w:val="008F111B"/>
    <w:rsid w:val="008F206D"/>
    <w:rsid w:val="008F2795"/>
    <w:rsid w:val="008F3321"/>
    <w:rsid w:val="008F52CF"/>
    <w:rsid w:val="008F771A"/>
    <w:rsid w:val="00903BE4"/>
    <w:rsid w:val="00906488"/>
    <w:rsid w:val="00907C93"/>
    <w:rsid w:val="00913197"/>
    <w:rsid w:val="0091580F"/>
    <w:rsid w:val="0092028C"/>
    <w:rsid w:val="009207D6"/>
    <w:rsid w:val="0092166B"/>
    <w:rsid w:val="00921CF6"/>
    <w:rsid w:val="00923078"/>
    <w:rsid w:val="00927BB5"/>
    <w:rsid w:val="00931161"/>
    <w:rsid w:val="0093126B"/>
    <w:rsid w:val="00931F9D"/>
    <w:rsid w:val="009371DE"/>
    <w:rsid w:val="00942375"/>
    <w:rsid w:val="00945FAF"/>
    <w:rsid w:val="0094600B"/>
    <w:rsid w:val="009515E9"/>
    <w:rsid w:val="009604EA"/>
    <w:rsid w:val="0096108B"/>
    <w:rsid w:val="00961F0B"/>
    <w:rsid w:val="00961FF3"/>
    <w:rsid w:val="00965E0A"/>
    <w:rsid w:val="0097102B"/>
    <w:rsid w:val="009719C0"/>
    <w:rsid w:val="00972AF6"/>
    <w:rsid w:val="00974450"/>
    <w:rsid w:val="00985F69"/>
    <w:rsid w:val="00993B14"/>
    <w:rsid w:val="00996134"/>
    <w:rsid w:val="00996824"/>
    <w:rsid w:val="009A1B4B"/>
    <w:rsid w:val="009A2F14"/>
    <w:rsid w:val="009A44AF"/>
    <w:rsid w:val="009A483E"/>
    <w:rsid w:val="009A53BA"/>
    <w:rsid w:val="009A745E"/>
    <w:rsid w:val="009B0A08"/>
    <w:rsid w:val="009B28F8"/>
    <w:rsid w:val="009B6EB8"/>
    <w:rsid w:val="009C5A81"/>
    <w:rsid w:val="009C5AA0"/>
    <w:rsid w:val="009D1F9F"/>
    <w:rsid w:val="009D5690"/>
    <w:rsid w:val="009E4041"/>
    <w:rsid w:val="009E5E94"/>
    <w:rsid w:val="009F1653"/>
    <w:rsid w:val="009F7089"/>
    <w:rsid w:val="00A00AC9"/>
    <w:rsid w:val="00A0165F"/>
    <w:rsid w:val="00A03161"/>
    <w:rsid w:val="00A125B5"/>
    <w:rsid w:val="00A14D87"/>
    <w:rsid w:val="00A23BC7"/>
    <w:rsid w:val="00A27EEA"/>
    <w:rsid w:val="00A311FF"/>
    <w:rsid w:val="00A31BEC"/>
    <w:rsid w:val="00A374A4"/>
    <w:rsid w:val="00A37CA3"/>
    <w:rsid w:val="00A421D7"/>
    <w:rsid w:val="00A448E6"/>
    <w:rsid w:val="00A450A5"/>
    <w:rsid w:val="00A457F1"/>
    <w:rsid w:val="00A45B44"/>
    <w:rsid w:val="00A50F6D"/>
    <w:rsid w:val="00A51B7C"/>
    <w:rsid w:val="00A51BCF"/>
    <w:rsid w:val="00A60499"/>
    <w:rsid w:val="00A60B9C"/>
    <w:rsid w:val="00A62A5C"/>
    <w:rsid w:val="00A6368B"/>
    <w:rsid w:val="00A63E82"/>
    <w:rsid w:val="00A64F2A"/>
    <w:rsid w:val="00A66F39"/>
    <w:rsid w:val="00A6785B"/>
    <w:rsid w:val="00A70542"/>
    <w:rsid w:val="00A713F8"/>
    <w:rsid w:val="00A7300E"/>
    <w:rsid w:val="00A73A86"/>
    <w:rsid w:val="00A74877"/>
    <w:rsid w:val="00A75622"/>
    <w:rsid w:val="00A778C8"/>
    <w:rsid w:val="00A826A1"/>
    <w:rsid w:val="00A83775"/>
    <w:rsid w:val="00A84778"/>
    <w:rsid w:val="00A851C8"/>
    <w:rsid w:val="00A852F7"/>
    <w:rsid w:val="00A9237E"/>
    <w:rsid w:val="00AA2A3A"/>
    <w:rsid w:val="00AA3EC7"/>
    <w:rsid w:val="00AA6FBC"/>
    <w:rsid w:val="00AB2209"/>
    <w:rsid w:val="00AB2290"/>
    <w:rsid w:val="00AB2680"/>
    <w:rsid w:val="00AB3292"/>
    <w:rsid w:val="00AB341B"/>
    <w:rsid w:val="00AC0440"/>
    <w:rsid w:val="00AC3BF5"/>
    <w:rsid w:val="00AD18B2"/>
    <w:rsid w:val="00AD2053"/>
    <w:rsid w:val="00AD2969"/>
    <w:rsid w:val="00AD2B75"/>
    <w:rsid w:val="00AD3DBF"/>
    <w:rsid w:val="00AE4E48"/>
    <w:rsid w:val="00AE5642"/>
    <w:rsid w:val="00AE7E9F"/>
    <w:rsid w:val="00AF0AA0"/>
    <w:rsid w:val="00AF28F8"/>
    <w:rsid w:val="00AF2A80"/>
    <w:rsid w:val="00AF4429"/>
    <w:rsid w:val="00AF443D"/>
    <w:rsid w:val="00AF6821"/>
    <w:rsid w:val="00B00447"/>
    <w:rsid w:val="00B0333A"/>
    <w:rsid w:val="00B050CC"/>
    <w:rsid w:val="00B13C3C"/>
    <w:rsid w:val="00B16996"/>
    <w:rsid w:val="00B170F7"/>
    <w:rsid w:val="00B21616"/>
    <w:rsid w:val="00B23569"/>
    <w:rsid w:val="00B242F0"/>
    <w:rsid w:val="00B24A5A"/>
    <w:rsid w:val="00B26029"/>
    <w:rsid w:val="00B2604B"/>
    <w:rsid w:val="00B27143"/>
    <w:rsid w:val="00B3400D"/>
    <w:rsid w:val="00B41E31"/>
    <w:rsid w:val="00B43ABA"/>
    <w:rsid w:val="00B44483"/>
    <w:rsid w:val="00B465DF"/>
    <w:rsid w:val="00B514FC"/>
    <w:rsid w:val="00B51711"/>
    <w:rsid w:val="00B536D6"/>
    <w:rsid w:val="00B567D3"/>
    <w:rsid w:val="00B57CCF"/>
    <w:rsid w:val="00B61D49"/>
    <w:rsid w:val="00B63228"/>
    <w:rsid w:val="00B648FD"/>
    <w:rsid w:val="00B6695F"/>
    <w:rsid w:val="00B7538A"/>
    <w:rsid w:val="00B76D04"/>
    <w:rsid w:val="00B77A6D"/>
    <w:rsid w:val="00B81565"/>
    <w:rsid w:val="00B81FC3"/>
    <w:rsid w:val="00B85102"/>
    <w:rsid w:val="00B857E6"/>
    <w:rsid w:val="00B914E9"/>
    <w:rsid w:val="00B92C7A"/>
    <w:rsid w:val="00B92DE8"/>
    <w:rsid w:val="00B944F5"/>
    <w:rsid w:val="00B94573"/>
    <w:rsid w:val="00B96AC5"/>
    <w:rsid w:val="00BA35E2"/>
    <w:rsid w:val="00BB1806"/>
    <w:rsid w:val="00BB1A5E"/>
    <w:rsid w:val="00BB1B55"/>
    <w:rsid w:val="00BB3361"/>
    <w:rsid w:val="00BC023D"/>
    <w:rsid w:val="00BC406F"/>
    <w:rsid w:val="00BC4DFB"/>
    <w:rsid w:val="00BD1E67"/>
    <w:rsid w:val="00BD449F"/>
    <w:rsid w:val="00BF022F"/>
    <w:rsid w:val="00BF18EA"/>
    <w:rsid w:val="00BF291B"/>
    <w:rsid w:val="00BF46AA"/>
    <w:rsid w:val="00C05BC0"/>
    <w:rsid w:val="00C11333"/>
    <w:rsid w:val="00C1614F"/>
    <w:rsid w:val="00C223EC"/>
    <w:rsid w:val="00C24E7B"/>
    <w:rsid w:val="00C301CB"/>
    <w:rsid w:val="00C306D1"/>
    <w:rsid w:val="00C40A9F"/>
    <w:rsid w:val="00C45B4A"/>
    <w:rsid w:val="00C471FF"/>
    <w:rsid w:val="00C51A30"/>
    <w:rsid w:val="00C5429E"/>
    <w:rsid w:val="00C5531A"/>
    <w:rsid w:val="00C56DCF"/>
    <w:rsid w:val="00C57C67"/>
    <w:rsid w:val="00C63999"/>
    <w:rsid w:val="00C67D9E"/>
    <w:rsid w:val="00C72664"/>
    <w:rsid w:val="00C75563"/>
    <w:rsid w:val="00C75A01"/>
    <w:rsid w:val="00C8044E"/>
    <w:rsid w:val="00C90A0F"/>
    <w:rsid w:val="00C90FE3"/>
    <w:rsid w:val="00C9429A"/>
    <w:rsid w:val="00C9429E"/>
    <w:rsid w:val="00C960EA"/>
    <w:rsid w:val="00C979EF"/>
    <w:rsid w:val="00CA1C79"/>
    <w:rsid w:val="00CB01D8"/>
    <w:rsid w:val="00CB0F8C"/>
    <w:rsid w:val="00CB5BB7"/>
    <w:rsid w:val="00CB6D9A"/>
    <w:rsid w:val="00CC355B"/>
    <w:rsid w:val="00CC641F"/>
    <w:rsid w:val="00CC716D"/>
    <w:rsid w:val="00CD111D"/>
    <w:rsid w:val="00CD3A59"/>
    <w:rsid w:val="00CD4756"/>
    <w:rsid w:val="00CD58FC"/>
    <w:rsid w:val="00CD5D54"/>
    <w:rsid w:val="00CD6F9A"/>
    <w:rsid w:val="00CE7738"/>
    <w:rsid w:val="00CF3BFB"/>
    <w:rsid w:val="00CF7BEE"/>
    <w:rsid w:val="00CF7D97"/>
    <w:rsid w:val="00D02154"/>
    <w:rsid w:val="00D04575"/>
    <w:rsid w:val="00D05564"/>
    <w:rsid w:val="00D1467A"/>
    <w:rsid w:val="00D150F4"/>
    <w:rsid w:val="00D151E4"/>
    <w:rsid w:val="00D161C7"/>
    <w:rsid w:val="00D16E9E"/>
    <w:rsid w:val="00D20E24"/>
    <w:rsid w:val="00D254E7"/>
    <w:rsid w:val="00D31D24"/>
    <w:rsid w:val="00D3282C"/>
    <w:rsid w:val="00D34848"/>
    <w:rsid w:val="00D43629"/>
    <w:rsid w:val="00D46382"/>
    <w:rsid w:val="00D5238B"/>
    <w:rsid w:val="00D54273"/>
    <w:rsid w:val="00D630FA"/>
    <w:rsid w:val="00D653A3"/>
    <w:rsid w:val="00D66DBF"/>
    <w:rsid w:val="00D6732B"/>
    <w:rsid w:val="00D70005"/>
    <w:rsid w:val="00D736C5"/>
    <w:rsid w:val="00D80976"/>
    <w:rsid w:val="00D8153F"/>
    <w:rsid w:val="00D84903"/>
    <w:rsid w:val="00D84CE5"/>
    <w:rsid w:val="00D9089E"/>
    <w:rsid w:val="00D92C42"/>
    <w:rsid w:val="00D969E1"/>
    <w:rsid w:val="00DA1FE2"/>
    <w:rsid w:val="00DA2F1E"/>
    <w:rsid w:val="00DA45AF"/>
    <w:rsid w:val="00DB166F"/>
    <w:rsid w:val="00DB5054"/>
    <w:rsid w:val="00DB6112"/>
    <w:rsid w:val="00DB6889"/>
    <w:rsid w:val="00DB6BC4"/>
    <w:rsid w:val="00DC4B1E"/>
    <w:rsid w:val="00DD1C32"/>
    <w:rsid w:val="00DD2F9E"/>
    <w:rsid w:val="00DD5EAF"/>
    <w:rsid w:val="00DD5F5A"/>
    <w:rsid w:val="00DD6B18"/>
    <w:rsid w:val="00DE44D3"/>
    <w:rsid w:val="00DF34C5"/>
    <w:rsid w:val="00DF43CD"/>
    <w:rsid w:val="00DF560C"/>
    <w:rsid w:val="00DF7EF3"/>
    <w:rsid w:val="00E11437"/>
    <w:rsid w:val="00E122CC"/>
    <w:rsid w:val="00E12B9D"/>
    <w:rsid w:val="00E169CB"/>
    <w:rsid w:val="00E2007A"/>
    <w:rsid w:val="00E20577"/>
    <w:rsid w:val="00E21231"/>
    <w:rsid w:val="00E2413D"/>
    <w:rsid w:val="00E27E9E"/>
    <w:rsid w:val="00E30293"/>
    <w:rsid w:val="00E36B60"/>
    <w:rsid w:val="00E41599"/>
    <w:rsid w:val="00E41BC3"/>
    <w:rsid w:val="00E42035"/>
    <w:rsid w:val="00E4466E"/>
    <w:rsid w:val="00E45AA9"/>
    <w:rsid w:val="00E467FE"/>
    <w:rsid w:val="00E5101C"/>
    <w:rsid w:val="00E52B53"/>
    <w:rsid w:val="00E641EB"/>
    <w:rsid w:val="00E645EA"/>
    <w:rsid w:val="00E70ECB"/>
    <w:rsid w:val="00E7160B"/>
    <w:rsid w:val="00E73193"/>
    <w:rsid w:val="00E73319"/>
    <w:rsid w:val="00E7607E"/>
    <w:rsid w:val="00E80724"/>
    <w:rsid w:val="00E83363"/>
    <w:rsid w:val="00E95A07"/>
    <w:rsid w:val="00E96782"/>
    <w:rsid w:val="00EA75FE"/>
    <w:rsid w:val="00EA7B2E"/>
    <w:rsid w:val="00EB55A2"/>
    <w:rsid w:val="00EC7820"/>
    <w:rsid w:val="00ED1CCD"/>
    <w:rsid w:val="00ED208A"/>
    <w:rsid w:val="00ED52C0"/>
    <w:rsid w:val="00EE10E1"/>
    <w:rsid w:val="00EE11CA"/>
    <w:rsid w:val="00EE5C23"/>
    <w:rsid w:val="00EF0ABB"/>
    <w:rsid w:val="00EF31B0"/>
    <w:rsid w:val="00EF3DE3"/>
    <w:rsid w:val="00EF62B9"/>
    <w:rsid w:val="00EF6899"/>
    <w:rsid w:val="00F039FB"/>
    <w:rsid w:val="00F06614"/>
    <w:rsid w:val="00F15482"/>
    <w:rsid w:val="00F2095A"/>
    <w:rsid w:val="00F20F7A"/>
    <w:rsid w:val="00F25C9C"/>
    <w:rsid w:val="00F31421"/>
    <w:rsid w:val="00F3204E"/>
    <w:rsid w:val="00F3216D"/>
    <w:rsid w:val="00F32256"/>
    <w:rsid w:val="00F3261B"/>
    <w:rsid w:val="00F354E0"/>
    <w:rsid w:val="00F4006E"/>
    <w:rsid w:val="00F45231"/>
    <w:rsid w:val="00F5253C"/>
    <w:rsid w:val="00F5489E"/>
    <w:rsid w:val="00F613C0"/>
    <w:rsid w:val="00F722B6"/>
    <w:rsid w:val="00F80D23"/>
    <w:rsid w:val="00F8197F"/>
    <w:rsid w:val="00F8307E"/>
    <w:rsid w:val="00F8392B"/>
    <w:rsid w:val="00F8436A"/>
    <w:rsid w:val="00F95579"/>
    <w:rsid w:val="00F95DF9"/>
    <w:rsid w:val="00FA307C"/>
    <w:rsid w:val="00FA5B07"/>
    <w:rsid w:val="00FA658A"/>
    <w:rsid w:val="00FA67F0"/>
    <w:rsid w:val="00FA7B87"/>
    <w:rsid w:val="00FB08F2"/>
    <w:rsid w:val="00FB0D9D"/>
    <w:rsid w:val="00FB1E69"/>
    <w:rsid w:val="00FB2DBB"/>
    <w:rsid w:val="00FB5B2F"/>
    <w:rsid w:val="00FB5D66"/>
    <w:rsid w:val="00FB643A"/>
    <w:rsid w:val="00FC14CF"/>
    <w:rsid w:val="00FC1755"/>
    <w:rsid w:val="00FC2F18"/>
    <w:rsid w:val="00FC4542"/>
    <w:rsid w:val="00FC5A88"/>
    <w:rsid w:val="00FC6636"/>
    <w:rsid w:val="00FD44B3"/>
    <w:rsid w:val="00FD4545"/>
    <w:rsid w:val="00FD6039"/>
    <w:rsid w:val="00FD6445"/>
    <w:rsid w:val="00FE0E38"/>
    <w:rsid w:val="00FE257C"/>
    <w:rsid w:val="00FE2CFC"/>
    <w:rsid w:val="00FE2FAD"/>
    <w:rsid w:val="00FE3959"/>
    <w:rsid w:val="00FE4A6A"/>
    <w:rsid w:val="00FE5CAA"/>
    <w:rsid w:val="00FE6DB8"/>
    <w:rsid w:val="00FE6EF2"/>
    <w:rsid w:val="00FF04A9"/>
    <w:rsid w:val="00FF073E"/>
    <w:rsid w:val="00FF0DA7"/>
    <w:rsid w:val="00FF1C88"/>
    <w:rsid w:val="00FF5612"/>
    <w:rsid w:val="00FF6455"/>
    <w:rsid w:val="00FF64CB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B2D39E"/>
  <w15:chartTrackingRefBased/>
  <w15:docId w15:val="{03C189BD-EC35-4D60-AAF6-CD11B730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locked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6F7C"/>
    <w:pPr>
      <w:spacing w:line="288" w:lineRule="auto"/>
    </w:pPr>
    <w:rPr>
      <w:rFonts w:asciiTheme="minorHAnsi" w:hAnsiTheme="minorHAnsi"/>
      <w:sz w:val="22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66232"/>
    <w:pPr>
      <w:keepNext/>
      <w:pageBreakBefore/>
      <w:numPr>
        <w:numId w:val="38"/>
      </w:numPr>
      <w:spacing w:after="120" w:line="240" w:lineRule="auto"/>
      <w:ind w:left="567" w:hanging="567"/>
      <w:outlineLvl w:val="0"/>
    </w:pPr>
    <w:rPr>
      <w:rFonts w:ascii="Calibri Light" w:hAnsi="Calibri Light" w:cs="Arial"/>
      <w:bCs/>
      <w:kern w:val="32"/>
      <w:sz w:val="64"/>
      <w:szCs w:val="32"/>
    </w:rPr>
  </w:style>
  <w:style w:type="paragraph" w:styleId="Heading2">
    <w:name w:val="heading 2"/>
    <w:basedOn w:val="Normal"/>
    <w:next w:val="Normal"/>
    <w:link w:val="Heading2Char"/>
    <w:qFormat/>
    <w:rsid w:val="00466232"/>
    <w:pPr>
      <w:keepNext/>
      <w:numPr>
        <w:numId w:val="39"/>
      </w:numPr>
      <w:spacing w:before="240" w:after="120" w:line="240" w:lineRule="auto"/>
      <w:ind w:left="567" w:hanging="567"/>
      <w:outlineLvl w:val="1"/>
    </w:pPr>
    <w:rPr>
      <w:rFonts w:ascii="Calibri Light" w:hAnsi="Calibri Light" w:cs="Arial"/>
      <w:bCs/>
      <w:iCs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466232"/>
    <w:pPr>
      <w:keepNext/>
      <w:numPr>
        <w:numId w:val="40"/>
      </w:numPr>
      <w:spacing w:before="220" w:after="120" w:line="240" w:lineRule="auto"/>
      <w:ind w:left="567" w:hanging="567"/>
      <w:outlineLvl w:val="2"/>
    </w:pPr>
    <w:rPr>
      <w:rFonts w:ascii="Calibri Light" w:hAnsi="Calibri Light" w:cs="Arial"/>
      <w:bCs/>
      <w:szCs w:val="26"/>
    </w:rPr>
  </w:style>
  <w:style w:type="paragraph" w:styleId="Heading4">
    <w:name w:val="heading 4"/>
    <w:basedOn w:val="Normal"/>
    <w:next w:val="Normal"/>
    <w:locked/>
    <w:rsid w:val="002D67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ocked/>
    <w:rsid w:val="002D67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ocked/>
    <w:rsid w:val="002D6722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ocked/>
    <w:rsid w:val="002D6722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ocked/>
    <w:rsid w:val="002D6722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ocked/>
    <w:rsid w:val="002D672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D67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FE3959"/>
    <w:pPr>
      <w:tabs>
        <w:tab w:val="center" w:pos="4320"/>
        <w:tab w:val="right" w:pos="8640"/>
      </w:tabs>
    </w:pPr>
    <w:rPr>
      <w:rFonts w:ascii="Calibri Light" w:hAnsi="Calibri Light"/>
    </w:rPr>
  </w:style>
  <w:style w:type="paragraph" w:styleId="Footer">
    <w:name w:val="footer"/>
    <w:basedOn w:val="Normal"/>
    <w:link w:val="FooterChar"/>
    <w:rsid w:val="002239C5"/>
    <w:pPr>
      <w:tabs>
        <w:tab w:val="center" w:pos="4320"/>
        <w:tab w:val="right" w:pos="8640"/>
      </w:tabs>
      <w:spacing w:line="240" w:lineRule="auto"/>
    </w:pPr>
    <w:rPr>
      <w:rFonts w:ascii="HandelGotD" w:hAnsi="HandelGotD"/>
      <w:sz w:val="18"/>
    </w:rPr>
  </w:style>
  <w:style w:type="paragraph" w:styleId="TOC1">
    <w:name w:val="toc 1"/>
    <w:basedOn w:val="Normal"/>
    <w:next w:val="Normal"/>
    <w:autoRedefine/>
    <w:uiPriority w:val="39"/>
    <w:rsid w:val="007938D5"/>
    <w:pPr>
      <w:tabs>
        <w:tab w:val="right" w:pos="9923"/>
      </w:tabs>
      <w:spacing w:before="240"/>
      <w:ind w:left="425" w:hanging="425"/>
    </w:pPr>
    <w:rPr>
      <w:rFonts w:cs="Arial"/>
      <w:bCs/>
      <w:noProof/>
      <w:sz w:val="26"/>
    </w:rPr>
  </w:style>
  <w:style w:type="paragraph" w:styleId="TOC2">
    <w:name w:val="toc 2"/>
    <w:basedOn w:val="Normal"/>
    <w:next w:val="Normal"/>
    <w:autoRedefine/>
    <w:uiPriority w:val="39"/>
    <w:rsid w:val="009B28F8"/>
    <w:pPr>
      <w:tabs>
        <w:tab w:val="left" w:pos="907"/>
        <w:tab w:val="right" w:pos="9923"/>
      </w:tabs>
      <w:spacing w:before="40"/>
      <w:ind w:left="1276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EC7820"/>
    <w:pPr>
      <w:tabs>
        <w:tab w:val="left" w:pos="1320"/>
        <w:tab w:val="right" w:pos="9923"/>
      </w:tabs>
      <w:spacing w:before="40"/>
      <w:ind w:left="2127" w:hanging="1276"/>
    </w:pPr>
    <w:rPr>
      <w:sz w:val="18"/>
      <w:szCs w:val="20"/>
    </w:rPr>
  </w:style>
  <w:style w:type="paragraph" w:styleId="TOC4">
    <w:name w:val="toc 4"/>
    <w:basedOn w:val="Normal"/>
    <w:next w:val="Normal"/>
    <w:autoRedefine/>
    <w:semiHidden/>
    <w:rsid w:val="002D6722"/>
    <w:pPr>
      <w:ind w:left="44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D6722"/>
    <w:pPr>
      <w:ind w:left="66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D6722"/>
    <w:pPr>
      <w:ind w:left="88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D6722"/>
    <w:pPr>
      <w:ind w:left="11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D6722"/>
    <w:pPr>
      <w:ind w:left="132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D6722"/>
    <w:pPr>
      <w:ind w:left="154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rsid w:val="002D6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A658A"/>
    <w:rPr>
      <w:color w:val="auto"/>
      <w:u w:val="single"/>
    </w:rPr>
  </w:style>
  <w:style w:type="paragraph" w:styleId="BalloonText">
    <w:name w:val="Balloon Text"/>
    <w:basedOn w:val="Normal"/>
    <w:link w:val="BalloonTextChar"/>
    <w:rsid w:val="002D67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6722"/>
    <w:rPr>
      <w:rFonts w:ascii="Tahoma" w:hAnsi="Tahoma" w:cs="Tahoma"/>
      <w:sz w:val="16"/>
      <w:szCs w:val="16"/>
      <w:lang w:eastAsia="en-US"/>
    </w:rPr>
  </w:style>
  <w:style w:type="table" w:styleId="PlainTable2">
    <w:name w:val="Plain Table 2"/>
    <w:basedOn w:val="TableNormal"/>
    <w:uiPriority w:val="42"/>
    <w:rsid w:val="000A0FB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ooterChar">
    <w:name w:val="Footer Char"/>
    <w:basedOn w:val="DefaultParagraphFont"/>
    <w:link w:val="Footer"/>
    <w:rsid w:val="002239C5"/>
    <w:rPr>
      <w:rFonts w:ascii="HandelGotD" w:hAnsi="HandelGotD"/>
      <w:sz w:val="18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E3959"/>
    <w:rPr>
      <w:rFonts w:ascii="Calibri Light" w:hAnsi="Calibri Light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A61C6"/>
    <w:pPr>
      <w:numPr>
        <w:numId w:val="33"/>
      </w:numPr>
      <w:spacing w:before="120" w:after="120"/>
      <w:contextualSpacing/>
    </w:pPr>
  </w:style>
  <w:style w:type="paragraph" w:customStyle="1" w:styleId="Heading1notTOC">
    <w:name w:val="Heading 1 (not TOC)"/>
    <w:basedOn w:val="Heading1"/>
    <w:next w:val="Normal"/>
    <w:qFormat/>
    <w:rsid w:val="00CD5D54"/>
    <w:pPr>
      <w:pageBreakBefore w:val="0"/>
      <w:numPr>
        <w:numId w:val="0"/>
      </w:numPr>
    </w:pPr>
  </w:style>
  <w:style w:type="paragraph" w:customStyle="1" w:styleId="Heading2notTOC">
    <w:name w:val="Heading 2 (not TOC)"/>
    <w:basedOn w:val="Heading2"/>
    <w:next w:val="Normal"/>
    <w:qFormat/>
    <w:rsid w:val="00065057"/>
    <w:pPr>
      <w:numPr>
        <w:numId w:val="0"/>
      </w:numPr>
      <w:spacing w:before="480"/>
    </w:pPr>
  </w:style>
  <w:style w:type="character" w:customStyle="1" w:styleId="Heading2Char">
    <w:name w:val="Heading 2 Char"/>
    <w:basedOn w:val="DefaultParagraphFont"/>
    <w:link w:val="Heading2"/>
    <w:rsid w:val="00466232"/>
    <w:rPr>
      <w:rFonts w:ascii="Calibri Light" w:hAnsi="Calibri Light" w:cs="Arial"/>
      <w:bCs/>
      <w:iCs/>
      <w:sz w:val="32"/>
      <w:szCs w:val="28"/>
      <w:lang w:eastAsia="en-US"/>
    </w:rPr>
  </w:style>
  <w:style w:type="numbering" w:customStyle="1" w:styleId="ReportMulti-LevelList">
    <w:name w:val="Report Multi-Level List"/>
    <w:basedOn w:val="NoList"/>
    <w:uiPriority w:val="99"/>
    <w:rsid w:val="00A50F6D"/>
    <w:pPr>
      <w:numPr>
        <w:numId w:val="11"/>
      </w:numPr>
    </w:pPr>
  </w:style>
  <w:style w:type="paragraph" w:customStyle="1" w:styleId="FigureName">
    <w:name w:val="Figure Name"/>
    <w:basedOn w:val="Normal"/>
    <w:link w:val="FigureNameChar"/>
    <w:rsid w:val="003B18A2"/>
    <w:pPr>
      <w:jc w:val="center"/>
    </w:pPr>
    <w:rPr>
      <w:b/>
      <w:lang w:eastAsia="en-AU"/>
    </w:rPr>
  </w:style>
  <w:style w:type="paragraph" w:customStyle="1" w:styleId="TableName">
    <w:name w:val="Table Name"/>
    <w:basedOn w:val="Normal"/>
    <w:rsid w:val="003B18A2"/>
    <w:pPr>
      <w:tabs>
        <w:tab w:val="left" w:pos="567"/>
      </w:tabs>
      <w:spacing w:after="120"/>
      <w:jc w:val="center"/>
    </w:pPr>
    <w:rPr>
      <w:rFonts w:ascii="Myriad Pro Light" w:hAnsi="Myriad Pro Light"/>
      <w:sz w:val="32"/>
      <w:lang w:eastAsia="en-AU"/>
    </w:rPr>
  </w:style>
  <w:style w:type="character" w:customStyle="1" w:styleId="FigureNameChar">
    <w:name w:val="Figure Name Char"/>
    <w:link w:val="FigureName"/>
    <w:rsid w:val="003B18A2"/>
    <w:rPr>
      <w:rFonts w:ascii="Myriad Pro" w:hAnsi="Myriad Pro"/>
      <w:b/>
      <w:sz w:val="22"/>
      <w:szCs w:val="24"/>
    </w:rPr>
  </w:style>
  <w:style w:type="paragraph" w:styleId="TableofFigures">
    <w:name w:val="table of figures"/>
    <w:basedOn w:val="Normal"/>
    <w:next w:val="Normal"/>
    <w:uiPriority w:val="99"/>
    <w:rsid w:val="002D6722"/>
  </w:style>
  <w:style w:type="paragraph" w:customStyle="1" w:styleId="PlanName">
    <w:name w:val="Plan Name"/>
    <w:basedOn w:val="Normal"/>
    <w:qFormat/>
    <w:rsid w:val="00BB3361"/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B444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undershavill.com" TargetMode="External"/><Relationship Id="rId2" Type="http://schemas.openxmlformats.org/officeDocument/2006/relationships/hyperlink" Target="http://www.saundershavill.com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ates\Letterhead\Letterhead%20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A902B546054E2A836893A5EAE64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CF218-F92E-4AB1-90C7-77A242F8E410}"/>
      </w:docPartPr>
      <w:docPartBody>
        <w:p w:rsidR="00757306" w:rsidRDefault="009349C8" w:rsidP="009349C8">
          <w:pPr>
            <w:pStyle w:val="EBA902B546054E2A836893A5EAE64D37"/>
          </w:pPr>
          <w:r w:rsidRPr="000C7951">
            <w:rPr>
              <w:rStyle w:val="PlaceholderText"/>
              <w:highlight w:val="yellow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">
    <w:panose1 w:val="02000503000000000000"/>
    <w:charset w:val="00"/>
    <w:family w:val="modern"/>
    <w:notTrueType/>
    <w:pitch w:val="variable"/>
    <w:sig w:usb0="800000AF" w:usb1="4000204A" w:usb2="00000000" w:usb3="00000000" w:csb0="00000011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C8"/>
    <w:rsid w:val="000C1BF3"/>
    <w:rsid w:val="00653969"/>
    <w:rsid w:val="00757306"/>
    <w:rsid w:val="009349C8"/>
    <w:rsid w:val="00B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49C8"/>
    <w:rPr>
      <w:color w:val="808080"/>
    </w:rPr>
  </w:style>
  <w:style w:type="paragraph" w:customStyle="1" w:styleId="EBA902B546054E2A836893A5EAE64D37">
    <w:name w:val="EBA902B546054E2A836893A5EAE64D37"/>
    <w:rsid w:val="009349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045E-9297-45DB-A2C5-EBFC1A17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2018</Template>
  <TotalTime>91</TotalTime>
  <Pages>1</Pages>
  <Words>22</Words>
  <Characters>162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2018-11-08T06:26:00Z</cp:lastPrinted>
  <dcterms:created xsi:type="dcterms:W3CDTF">2018-11-09T09:17:00Z</dcterms:created>
  <dcterms:modified xsi:type="dcterms:W3CDTF">2022-04-18T06:46:00Z</dcterms:modified>
</cp:coreProperties>
</file>